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861CC" w14:textId="77777777" w:rsidR="00E6610E" w:rsidRPr="00BA4A4F" w:rsidRDefault="00152D26" w:rsidP="00E6610E">
      <w:pPr>
        <w:pStyle w:val="Heading1"/>
      </w:pPr>
      <w:bookmarkStart w:id="0" w:name="_Toc511220116"/>
      <w:r w:rsidRPr="00BA4A4F">
        <w:t>Assessment Mapping (for streamlined units from new Training Packages)</w:t>
      </w:r>
    </w:p>
    <w:p w14:paraId="694861CD" w14:textId="77777777" w:rsidR="00E6610E" w:rsidRPr="00E773E6" w:rsidRDefault="00152D26" w:rsidP="00E6610E">
      <w:pPr>
        <w:rPr>
          <w:i/>
          <w:sz w:val="22"/>
          <w:szCs w:val="22"/>
          <w:lang w:eastAsia="en-AU"/>
        </w:rPr>
      </w:pPr>
      <w:r w:rsidRPr="00E773E6">
        <w:rPr>
          <w:i/>
          <w:sz w:val="22"/>
          <w:szCs w:val="22"/>
          <w:lang w:eastAsia="en-AU"/>
        </w:rPr>
        <w:t xml:space="preserve">This document </w:t>
      </w:r>
      <w:proofErr w:type="gramStart"/>
      <w:r w:rsidRPr="00E773E6">
        <w:rPr>
          <w:i/>
          <w:sz w:val="22"/>
          <w:szCs w:val="22"/>
          <w:lang w:eastAsia="en-AU"/>
        </w:rPr>
        <w:t>is used</w:t>
      </w:r>
      <w:proofErr w:type="gramEnd"/>
      <w:r w:rsidRPr="00E773E6">
        <w:rPr>
          <w:i/>
          <w:sz w:val="22"/>
          <w:szCs w:val="22"/>
          <w:lang w:eastAsia="en-AU"/>
        </w:rPr>
        <w:t xml:space="preserve"> to demonstrate content validity of the assessment tool</w:t>
      </w:r>
    </w:p>
    <w:p w14:paraId="694861CE" w14:textId="28BD172B" w:rsidR="00E6610E" w:rsidRDefault="00152D26" w:rsidP="00E6610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25596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CB146F">
        <w:t>Main details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ain details"/>
        <w:tblDescription w:val="Main details"/>
      </w:tblPr>
      <w:tblGrid>
        <w:gridCol w:w="3681"/>
        <w:gridCol w:w="10311"/>
      </w:tblGrid>
      <w:tr w:rsidR="003C6BF5" w14:paraId="694861D1" w14:textId="77777777" w:rsidTr="003C6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681" w:type="dxa"/>
          </w:tcPr>
          <w:bookmarkEnd w:id="0"/>
          <w:p w14:paraId="694861CF" w14:textId="77777777" w:rsidR="00E6610E" w:rsidRDefault="00152D26" w:rsidP="00E6610E">
            <w:r>
              <w:t>Details</w:t>
            </w:r>
          </w:p>
        </w:tc>
        <w:tc>
          <w:tcPr>
            <w:tcW w:w="10311" w:type="dxa"/>
          </w:tcPr>
          <w:p w14:paraId="694861D0" w14:textId="77777777" w:rsidR="00E6610E" w:rsidRDefault="00152D26" w:rsidP="00E6610E">
            <w:r>
              <w:t>Unique description</w:t>
            </w:r>
          </w:p>
        </w:tc>
      </w:tr>
      <w:tr w:rsidR="003C6BF5" w14:paraId="694861D4" w14:textId="77777777" w:rsidTr="003C6BF5">
        <w:tc>
          <w:tcPr>
            <w:tcW w:w="3681" w:type="dxa"/>
          </w:tcPr>
          <w:p w14:paraId="694861D2" w14:textId="77777777" w:rsidR="00E6610E" w:rsidRPr="00E773E6" w:rsidRDefault="00152D26" w:rsidP="00E6610E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Unit Code, name and release number</w:t>
            </w:r>
          </w:p>
        </w:tc>
        <w:tc>
          <w:tcPr>
            <w:tcW w:w="10311" w:type="dxa"/>
          </w:tcPr>
          <w:p w14:paraId="694861D3" w14:textId="77777777" w:rsidR="00E6610E" w:rsidRDefault="00152D26" w:rsidP="00E6610E">
            <w:r>
              <w:t>MSL974019 - Perform chemical tests and procedures (1)</w:t>
            </w:r>
          </w:p>
        </w:tc>
      </w:tr>
      <w:tr w:rsidR="003C6BF5" w14:paraId="694861D7" w14:textId="77777777" w:rsidTr="003C6BF5">
        <w:tc>
          <w:tcPr>
            <w:tcW w:w="3681" w:type="dxa"/>
          </w:tcPr>
          <w:p w14:paraId="694861D5" w14:textId="77777777" w:rsidR="00E6610E" w:rsidRPr="00E773E6" w:rsidRDefault="00152D26" w:rsidP="00E6610E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Skills Team</w:t>
            </w:r>
          </w:p>
        </w:tc>
        <w:tc>
          <w:tcPr>
            <w:tcW w:w="10311" w:type="dxa"/>
          </w:tcPr>
          <w:p w14:paraId="694861D6" w14:textId="77777777" w:rsidR="00E6610E" w:rsidRDefault="00E6610E" w:rsidP="00E6610E"/>
        </w:tc>
      </w:tr>
      <w:tr w:rsidR="003C6BF5" w14:paraId="694861DA" w14:textId="77777777" w:rsidTr="003C6BF5">
        <w:tc>
          <w:tcPr>
            <w:tcW w:w="3681" w:type="dxa"/>
          </w:tcPr>
          <w:p w14:paraId="694861D8" w14:textId="77777777" w:rsidR="00E6610E" w:rsidRPr="00E773E6" w:rsidRDefault="00152D26" w:rsidP="00E6610E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Region/Campus</w:t>
            </w:r>
          </w:p>
        </w:tc>
        <w:tc>
          <w:tcPr>
            <w:tcW w:w="10311" w:type="dxa"/>
          </w:tcPr>
          <w:p w14:paraId="694861D9" w14:textId="77777777" w:rsidR="00E6610E" w:rsidRDefault="00E6610E" w:rsidP="00E6610E"/>
        </w:tc>
      </w:tr>
      <w:tr w:rsidR="003C6BF5" w14:paraId="694861DD" w14:textId="77777777" w:rsidTr="003C6BF5">
        <w:tc>
          <w:tcPr>
            <w:tcW w:w="3681" w:type="dxa"/>
          </w:tcPr>
          <w:p w14:paraId="694861DB" w14:textId="77777777" w:rsidR="00E6610E" w:rsidRPr="00E773E6" w:rsidRDefault="00152D26" w:rsidP="00E6610E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SkillsPoint (owned by)</w:t>
            </w:r>
          </w:p>
        </w:tc>
        <w:tc>
          <w:tcPr>
            <w:tcW w:w="10311" w:type="dxa"/>
          </w:tcPr>
          <w:p w14:paraId="694861DC" w14:textId="77777777" w:rsidR="00E6610E" w:rsidRDefault="006B4895" w:rsidP="00E6610E">
            <w:r>
              <w:t>Innovative Manufacturing, Robotics and Science</w:t>
            </w:r>
          </w:p>
        </w:tc>
      </w:tr>
    </w:tbl>
    <w:p w14:paraId="694861DE" w14:textId="77777777" w:rsidR="00E6610E" w:rsidRDefault="00152D26" w:rsidP="00E6610E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1" w:name="_GoBack"/>
      <w:bookmarkEnd w:id="1"/>
    </w:p>
    <w:p w14:paraId="694861DF" w14:textId="77777777" w:rsidR="00E6610E" w:rsidRPr="00DE18B1" w:rsidRDefault="00152D26" w:rsidP="00E6610E">
      <w:pPr>
        <w:pStyle w:val="Heading2"/>
      </w:pPr>
      <w:r w:rsidRPr="00DE18B1">
        <w:lastRenderedPageBreak/>
        <w:t>Unit component mapping to assessment event/s</w:t>
      </w:r>
    </w:p>
    <w:p w14:paraId="694861E0" w14:textId="6217E9D0" w:rsidR="00E6610E" w:rsidRDefault="00152D26" w:rsidP="00E6610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25596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5575AB">
        <w:t>Unit component mapping to assessment event/s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Unit component mapping to assessment event/s"/>
        <w:tblDescription w:val="Unit component mapping to assessment event/s"/>
      </w:tblPr>
      <w:tblGrid>
        <w:gridCol w:w="1044"/>
        <w:gridCol w:w="1899"/>
        <w:gridCol w:w="1504"/>
        <w:gridCol w:w="3900"/>
        <w:gridCol w:w="1342"/>
        <w:gridCol w:w="1394"/>
        <w:gridCol w:w="1394"/>
        <w:gridCol w:w="1515"/>
      </w:tblGrid>
      <w:tr w:rsidR="00527656" w14:paraId="694861EB" w14:textId="77777777" w:rsidTr="00152D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44" w:type="dxa"/>
          </w:tcPr>
          <w:p w14:paraId="694861E1" w14:textId="77777777" w:rsidR="00E6610E" w:rsidRDefault="00152D26" w:rsidP="00E6610E">
            <w:r>
              <w:t>Element number</w:t>
            </w:r>
          </w:p>
        </w:tc>
        <w:tc>
          <w:tcPr>
            <w:tcW w:w="1947" w:type="dxa"/>
          </w:tcPr>
          <w:p w14:paraId="694861E2" w14:textId="77777777" w:rsidR="00E6610E" w:rsidRDefault="00152D26" w:rsidP="00E6610E">
            <w:r>
              <w:t>Element name</w:t>
            </w:r>
          </w:p>
        </w:tc>
        <w:tc>
          <w:tcPr>
            <w:tcW w:w="1504" w:type="dxa"/>
          </w:tcPr>
          <w:p w14:paraId="694861E3" w14:textId="77777777" w:rsidR="00E6610E" w:rsidRDefault="00152D26" w:rsidP="00E6610E">
            <w:r>
              <w:t>Performance criteria number</w:t>
            </w:r>
          </w:p>
        </w:tc>
        <w:tc>
          <w:tcPr>
            <w:tcW w:w="4128" w:type="dxa"/>
          </w:tcPr>
          <w:p w14:paraId="694861E4" w14:textId="77777777" w:rsidR="00E6610E" w:rsidRDefault="00152D26" w:rsidP="00E6610E">
            <w:r>
              <w:t>Performance criteria description</w:t>
            </w:r>
          </w:p>
        </w:tc>
        <w:tc>
          <w:tcPr>
            <w:tcW w:w="1359" w:type="dxa"/>
          </w:tcPr>
          <w:p w14:paraId="694861E5" w14:textId="77777777" w:rsidR="00E6610E" w:rsidRDefault="00152D26" w:rsidP="00E6610E">
            <w:r>
              <w:t>Learning resources</w:t>
            </w:r>
          </w:p>
        </w:tc>
        <w:tc>
          <w:tcPr>
            <w:tcW w:w="1328" w:type="dxa"/>
          </w:tcPr>
          <w:p w14:paraId="694861E6" w14:textId="43FC47CB" w:rsidR="00E6610E" w:rsidRPr="00BB2FB9" w:rsidRDefault="00793F56" w:rsidP="00E6610E">
            <w:r>
              <w:t>Knowledge</w:t>
            </w:r>
            <w:r w:rsidR="00686C49">
              <w:t xml:space="preserve"> A</w:t>
            </w:r>
            <w:r w:rsidR="005A6082">
              <w:t>ssessment</w:t>
            </w:r>
            <w:r>
              <w:t xml:space="preserve"> 1 of 3</w:t>
            </w:r>
          </w:p>
        </w:tc>
        <w:tc>
          <w:tcPr>
            <w:tcW w:w="1354" w:type="dxa"/>
          </w:tcPr>
          <w:p w14:paraId="694861E7" w14:textId="0FF6FB46" w:rsidR="00E6610E" w:rsidRDefault="00793F56" w:rsidP="00EE25BD">
            <w:r>
              <w:t>Project</w:t>
            </w:r>
            <w:r w:rsidR="00EE25BD">
              <w:t xml:space="preserve"> Assessment</w:t>
            </w:r>
            <w:r w:rsidR="006B4895">
              <w:t xml:space="preserve">  </w:t>
            </w:r>
            <w:r>
              <w:t>2 of 3</w:t>
            </w:r>
          </w:p>
        </w:tc>
        <w:tc>
          <w:tcPr>
            <w:tcW w:w="1328" w:type="dxa"/>
          </w:tcPr>
          <w:p w14:paraId="5FD0E28C" w14:textId="77777777" w:rsidR="00EE25BD" w:rsidRDefault="00793F56" w:rsidP="00EE25BD">
            <w:r>
              <w:t xml:space="preserve">Skills </w:t>
            </w:r>
            <w:r w:rsidR="00EE25BD">
              <w:t>A</w:t>
            </w:r>
            <w:r w:rsidR="00890FDF">
              <w:t>ssessment</w:t>
            </w:r>
            <w:r>
              <w:t>3</w:t>
            </w:r>
          </w:p>
          <w:p w14:paraId="694861EA" w14:textId="6B8FF73D" w:rsidR="00793F56" w:rsidRDefault="00793F56" w:rsidP="00EE25BD">
            <w:r>
              <w:t xml:space="preserve"> of 3</w:t>
            </w:r>
          </w:p>
        </w:tc>
      </w:tr>
      <w:tr w:rsidR="00527656" w14:paraId="694861F5" w14:textId="77777777" w:rsidTr="00152D26">
        <w:tc>
          <w:tcPr>
            <w:tcW w:w="1044" w:type="dxa"/>
            <w:vMerge w:val="restart"/>
          </w:tcPr>
          <w:p w14:paraId="694861EC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</w:t>
            </w:r>
          </w:p>
        </w:tc>
        <w:tc>
          <w:tcPr>
            <w:tcW w:w="1947" w:type="dxa"/>
            <w:vMerge w:val="restart"/>
          </w:tcPr>
          <w:p w14:paraId="694861ED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Interpret and schedule test requirements</w:t>
            </w:r>
          </w:p>
        </w:tc>
        <w:tc>
          <w:tcPr>
            <w:tcW w:w="1504" w:type="dxa"/>
          </w:tcPr>
          <w:p w14:paraId="694861EE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1.1</w:t>
            </w:r>
          </w:p>
        </w:tc>
        <w:tc>
          <w:tcPr>
            <w:tcW w:w="4128" w:type="dxa"/>
          </w:tcPr>
          <w:p w14:paraId="694861EF" w14:textId="77777777" w:rsidR="00152D26" w:rsidRDefault="00152D26" w:rsidP="00E54FDC">
            <w:pPr>
              <w:spacing w:before="60" w:after="60" w:line="240" w:lineRule="auto"/>
            </w:pPr>
            <w:r>
              <w:t>Review test request to identify samples to be tested, test method and equipment and instruments involved</w:t>
            </w:r>
          </w:p>
        </w:tc>
        <w:tc>
          <w:tcPr>
            <w:tcW w:w="1359" w:type="dxa"/>
          </w:tcPr>
          <w:p w14:paraId="694861F0" w14:textId="77777777" w:rsidR="00152D26" w:rsidRDefault="00152D26" w:rsidP="00E6610E"/>
        </w:tc>
        <w:tc>
          <w:tcPr>
            <w:tcW w:w="1328" w:type="dxa"/>
          </w:tcPr>
          <w:p w14:paraId="694861F1" w14:textId="77777777" w:rsidR="00152D26" w:rsidRDefault="00152D26" w:rsidP="00E6610E"/>
        </w:tc>
        <w:tc>
          <w:tcPr>
            <w:tcW w:w="1354" w:type="dxa"/>
          </w:tcPr>
          <w:p w14:paraId="694861F2" w14:textId="3F37F0E4" w:rsidR="00152D26" w:rsidRDefault="00152D26" w:rsidP="00E54FDC">
            <w:pPr>
              <w:spacing w:before="60" w:after="60" w:line="240" w:lineRule="auto"/>
            </w:pPr>
          </w:p>
          <w:p w14:paraId="694861F3" w14:textId="74386B79" w:rsidR="00BD2EA5" w:rsidRDefault="00277F1F" w:rsidP="00E54FDC">
            <w:pPr>
              <w:spacing w:before="60" w:after="60" w:line="240" w:lineRule="auto"/>
            </w:pPr>
            <w:r>
              <w:t xml:space="preserve">Assignment </w:t>
            </w:r>
            <w:r w:rsidR="00BD2EA5">
              <w:t>Q1</w:t>
            </w:r>
          </w:p>
        </w:tc>
        <w:tc>
          <w:tcPr>
            <w:tcW w:w="1328" w:type="dxa"/>
          </w:tcPr>
          <w:p w14:paraId="382F39ED" w14:textId="77777777" w:rsidR="00152D26" w:rsidRDefault="0028337D" w:rsidP="00E6610E">
            <w:r>
              <w:t>A1</w:t>
            </w:r>
          </w:p>
          <w:p w14:paraId="6F91C85F" w14:textId="6844A7BC" w:rsidR="009E6725" w:rsidRDefault="009E6725" w:rsidP="00E6610E">
            <w:r>
              <w:t>L</w:t>
            </w:r>
            <w:r w:rsidR="00277F1F">
              <w:t>a</w:t>
            </w:r>
            <w:r>
              <w:t xml:space="preserve">b Record </w:t>
            </w:r>
          </w:p>
          <w:p w14:paraId="694861F4" w14:textId="71A2CBC2" w:rsidR="009E6725" w:rsidRDefault="009E6725" w:rsidP="00E6610E">
            <w:r>
              <w:t>4, 5</w:t>
            </w:r>
          </w:p>
        </w:tc>
      </w:tr>
      <w:tr w:rsidR="00527656" w14:paraId="69486200" w14:textId="77777777" w:rsidTr="00152D26">
        <w:tc>
          <w:tcPr>
            <w:tcW w:w="1044" w:type="dxa"/>
            <w:vMerge/>
          </w:tcPr>
          <w:p w14:paraId="694861F6" w14:textId="46C0E876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1F7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1F8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1.2</w:t>
            </w:r>
          </w:p>
        </w:tc>
        <w:tc>
          <w:tcPr>
            <w:tcW w:w="4128" w:type="dxa"/>
          </w:tcPr>
          <w:p w14:paraId="694861F9" w14:textId="77777777" w:rsidR="00152D26" w:rsidRDefault="00152D26" w:rsidP="00E54FDC">
            <w:pPr>
              <w:spacing w:before="60" w:after="60" w:line="240" w:lineRule="auto"/>
            </w:pPr>
            <w:r>
              <w:t>Identify hazards and workplace control measures associated with the sample, preparation and test methods, reagents and/or equipment</w:t>
            </w:r>
          </w:p>
        </w:tc>
        <w:tc>
          <w:tcPr>
            <w:tcW w:w="1359" w:type="dxa"/>
          </w:tcPr>
          <w:p w14:paraId="694861FA" w14:textId="77777777" w:rsidR="00152D26" w:rsidRDefault="00152D26" w:rsidP="00E6610E"/>
        </w:tc>
        <w:tc>
          <w:tcPr>
            <w:tcW w:w="1328" w:type="dxa"/>
          </w:tcPr>
          <w:p w14:paraId="694861FB" w14:textId="77777777" w:rsidR="00152D26" w:rsidRDefault="00913381" w:rsidP="00E6610E">
            <w:r>
              <w:t>Q24, Q25</w:t>
            </w:r>
          </w:p>
        </w:tc>
        <w:tc>
          <w:tcPr>
            <w:tcW w:w="1354" w:type="dxa"/>
          </w:tcPr>
          <w:p w14:paraId="79A7E701" w14:textId="43E181D2" w:rsidR="00E54FDC" w:rsidRDefault="00E54FDC" w:rsidP="00E54FDC">
            <w:pPr>
              <w:spacing w:before="60" w:after="60" w:line="240" w:lineRule="auto"/>
            </w:pPr>
            <w:r>
              <w:t>Research</w:t>
            </w:r>
          </w:p>
          <w:p w14:paraId="569F9335" w14:textId="17FBC267" w:rsidR="00E54FDC" w:rsidRDefault="009F0A16" w:rsidP="00E54FDC">
            <w:pPr>
              <w:spacing w:before="60" w:after="60" w:line="240" w:lineRule="auto"/>
            </w:pPr>
            <w:r>
              <w:t>1.6</w:t>
            </w:r>
          </w:p>
          <w:p w14:paraId="5314C308" w14:textId="5E8AE6D1" w:rsidR="00E54FDC" w:rsidRDefault="00E54FDC" w:rsidP="00E54FDC">
            <w:pPr>
              <w:spacing w:before="60" w:after="60" w:line="240" w:lineRule="auto"/>
            </w:pPr>
            <w:r>
              <w:t>Assignment</w:t>
            </w:r>
          </w:p>
          <w:p w14:paraId="694861FE" w14:textId="4564AFBF" w:rsidR="00BD2EA5" w:rsidRDefault="00BD2EA5" w:rsidP="00E54FDC">
            <w:pPr>
              <w:spacing w:before="60" w:after="60" w:line="240" w:lineRule="auto"/>
            </w:pPr>
            <w:r>
              <w:t>Q2, Q3</w:t>
            </w:r>
          </w:p>
        </w:tc>
        <w:tc>
          <w:tcPr>
            <w:tcW w:w="1328" w:type="dxa"/>
          </w:tcPr>
          <w:p w14:paraId="276C38AD" w14:textId="77777777" w:rsidR="00152D26" w:rsidRDefault="0028337D" w:rsidP="00E6610E">
            <w:r>
              <w:t>A2, A3</w:t>
            </w:r>
            <w:r w:rsidR="009E6725">
              <w:t>, B5</w:t>
            </w:r>
          </w:p>
          <w:p w14:paraId="694861FF" w14:textId="1D4F8F57" w:rsidR="009E6725" w:rsidRDefault="009E6725" w:rsidP="00E6610E">
            <w:r>
              <w:t>Lab Record 6</w:t>
            </w:r>
          </w:p>
        </w:tc>
      </w:tr>
      <w:tr w:rsidR="00527656" w14:paraId="6948620B" w14:textId="77777777" w:rsidTr="00152D26">
        <w:tc>
          <w:tcPr>
            <w:tcW w:w="1044" w:type="dxa"/>
            <w:vMerge/>
          </w:tcPr>
          <w:p w14:paraId="69486201" w14:textId="7DC7105F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02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03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1.3</w:t>
            </w:r>
          </w:p>
        </w:tc>
        <w:tc>
          <w:tcPr>
            <w:tcW w:w="4128" w:type="dxa"/>
          </w:tcPr>
          <w:p w14:paraId="69486204" w14:textId="77777777" w:rsidR="00152D26" w:rsidRDefault="00152D26" w:rsidP="00E54FDC">
            <w:pPr>
              <w:spacing w:before="60" w:after="60" w:line="240" w:lineRule="auto"/>
            </w:pPr>
            <w:r>
              <w:t>Plan work sequences to optimise throughput of multiple samples</w:t>
            </w:r>
          </w:p>
        </w:tc>
        <w:tc>
          <w:tcPr>
            <w:tcW w:w="1359" w:type="dxa"/>
          </w:tcPr>
          <w:p w14:paraId="69486205" w14:textId="77777777" w:rsidR="00152D26" w:rsidRDefault="00152D26" w:rsidP="00E6610E"/>
        </w:tc>
        <w:tc>
          <w:tcPr>
            <w:tcW w:w="1328" w:type="dxa"/>
          </w:tcPr>
          <w:p w14:paraId="69486206" w14:textId="77777777" w:rsidR="00152D26" w:rsidRDefault="00152D26" w:rsidP="00E6610E"/>
        </w:tc>
        <w:tc>
          <w:tcPr>
            <w:tcW w:w="1354" w:type="dxa"/>
          </w:tcPr>
          <w:p w14:paraId="69486208" w14:textId="2F81B09D" w:rsidR="00BD2EA5" w:rsidRDefault="00E54FDC" w:rsidP="00E54FDC">
            <w:pPr>
              <w:spacing w:before="60" w:after="60" w:line="240" w:lineRule="auto"/>
            </w:pPr>
            <w:r>
              <w:t xml:space="preserve">Assignment </w:t>
            </w:r>
            <w:r w:rsidR="00BD2EA5">
              <w:t>Q4, Q5</w:t>
            </w:r>
          </w:p>
          <w:p w14:paraId="69486209" w14:textId="1D61323B" w:rsidR="00BD2EA5" w:rsidRDefault="00BD2EA5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6948620A" w14:textId="77777777" w:rsidR="00152D26" w:rsidRDefault="00152D26" w:rsidP="00E6610E"/>
        </w:tc>
      </w:tr>
      <w:tr w:rsidR="00527656" w14:paraId="69486215" w14:textId="77777777" w:rsidTr="00152D26">
        <w:tc>
          <w:tcPr>
            <w:tcW w:w="1044" w:type="dxa"/>
            <w:vMerge w:val="restart"/>
          </w:tcPr>
          <w:p w14:paraId="6948620C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</w:t>
            </w:r>
          </w:p>
        </w:tc>
        <w:tc>
          <w:tcPr>
            <w:tcW w:w="1947" w:type="dxa"/>
            <w:vMerge w:val="restart"/>
          </w:tcPr>
          <w:p w14:paraId="6948620D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Receive and prepare samples</w:t>
            </w:r>
          </w:p>
        </w:tc>
        <w:tc>
          <w:tcPr>
            <w:tcW w:w="1504" w:type="dxa"/>
          </w:tcPr>
          <w:p w14:paraId="6948620E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2.1</w:t>
            </w:r>
          </w:p>
        </w:tc>
        <w:tc>
          <w:tcPr>
            <w:tcW w:w="4128" w:type="dxa"/>
          </w:tcPr>
          <w:p w14:paraId="6948620F" w14:textId="77777777" w:rsidR="00152D26" w:rsidRDefault="00152D26" w:rsidP="00E54FDC">
            <w:pPr>
              <w:spacing w:before="60" w:after="60" w:line="240" w:lineRule="auto"/>
            </w:pPr>
            <w:r>
              <w:t>Log samples using standard operating procedures (SOPs)</w:t>
            </w:r>
          </w:p>
        </w:tc>
        <w:tc>
          <w:tcPr>
            <w:tcW w:w="1359" w:type="dxa"/>
          </w:tcPr>
          <w:p w14:paraId="69486210" w14:textId="77777777" w:rsidR="00152D26" w:rsidRDefault="00152D26" w:rsidP="00E6610E"/>
        </w:tc>
        <w:tc>
          <w:tcPr>
            <w:tcW w:w="1328" w:type="dxa"/>
          </w:tcPr>
          <w:p w14:paraId="69486211" w14:textId="77777777" w:rsidR="00152D26" w:rsidRDefault="00152D26" w:rsidP="00E6610E"/>
        </w:tc>
        <w:tc>
          <w:tcPr>
            <w:tcW w:w="1354" w:type="dxa"/>
          </w:tcPr>
          <w:p w14:paraId="625423B4" w14:textId="77777777" w:rsidR="00E54FDC" w:rsidRDefault="00E54FDC" w:rsidP="00E54FDC">
            <w:pPr>
              <w:spacing w:before="60" w:after="60" w:line="240" w:lineRule="auto"/>
            </w:pPr>
            <w:r>
              <w:t>Assignment</w:t>
            </w:r>
          </w:p>
          <w:p w14:paraId="69486213" w14:textId="77777777" w:rsidR="00BD2EA5" w:rsidRDefault="00BD2EA5" w:rsidP="00E54FDC">
            <w:pPr>
              <w:spacing w:before="60" w:after="60" w:line="240" w:lineRule="auto"/>
            </w:pPr>
            <w:r>
              <w:t>Q6</w:t>
            </w:r>
          </w:p>
        </w:tc>
        <w:tc>
          <w:tcPr>
            <w:tcW w:w="1328" w:type="dxa"/>
          </w:tcPr>
          <w:p w14:paraId="103AB7A7" w14:textId="6CEDF861" w:rsidR="009E6725" w:rsidRDefault="009E6725" w:rsidP="00E6610E">
            <w:r>
              <w:t>Lab record 3, 15</w:t>
            </w:r>
          </w:p>
          <w:p w14:paraId="69486214" w14:textId="77777777" w:rsidR="00152D26" w:rsidRDefault="0028337D" w:rsidP="00E6610E">
            <w:r>
              <w:t>D18</w:t>
            </w:r>
          </w:p>
        </w:tc>
      </w:tr>
      <w:tr w:rsidR="00527656" w14:paraId="6948621F" w14:textId="77777777" w:rsidTr="00152D26">
        <w:tc>
          <w:tcPr>
            <w:tcW w:w="1044" w:type="dxa"/>
            <w:vMerge/>
          </w:tcPr>
          <w:p w14:paraId="69486216" w14:textId="50EA9BB0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17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18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2.2</w:t>
            </w:r>
          </w:p>
        </w:tc>
        <w:tc>
          <w:tcPr>
            <w:tcW w:w="4128" w:type="dxa"/>
          </w:tcPr>
          <w:p w14:paraId="69486219" w14:textId="77777777" w:rsidR="00152D26" w:rsidRDefault="00152D26" w:rsidP="00E54FDC">
            <w:pPr>
              <w:spacing w:before="60" w:after="60" w:line="240" w:lineRule="auto"/>
            </w:pPr>
            <w:r>
              <w:t>Record sample description, compare with specification and note and report discrepancies</w:t>
            </w:r>
          </w:p>
        </w:tc>
        <w:tc>
          <w:tcPr>
            <w:tcW w:w="1359" w:type="dxa"/>
          </w:tcPr>
          <w:p w14:paraId="6948621A" w14:textId="77777777" w:rsidR="00152D26" w:rsidRDefault="00152D26" w:rsidP="00E6610E"/>
        </w:tc>
        <w:tc>
          <w:tcPr>
            <w:tcW w:w="1328" w:type="dxa"/>
          </w:tcPr>
          <w:p w14:paraId="6948621B" w14:textId="77777777" w:rsidR="00152D26" w:rsidRDefault="00152D26" w:rsidP="00E6610E"/>
        </w:tc>
        <w:tc>
          <w:tcPr>
            <w:tcW w:w="1354" w:type="dxa"/>
          </w:tcPr>
          <w:p w14:paraId="106B30D3" w14:textId="77777777" w:rsidR="00E54FDC" w:rsidRDefault="00E54FDC" w:rsidP="00E54FDC">
            <w:pPr>
              <w:spacing w:before="60" w:after="60" w:line="240" w:lineRule="auto"/>
            </w:pPr>
            <w:r>
              <w:t>Assignment</w:t>
            </w:r>
          </w:p>
          <w:p w14:paraId="6948621D" w14:textId="77777777" w:rsidR="00BD2EA5" w:rsidRDefault="00BD2EA5" w:rsidP="00E54FDC">
            <w:pPr>
              <w:spacing w:before="60" w:after="60" w:line="240" w:lineRule="auto"/>
            </w:pPr>
            <w:r>
              <w:t>Q7, Q8</w:t>
            </w:r>
          </w:p>
        </w:tc>
        <w:tc>
          <w:tcPr>
            <w:tcW w:w="1328" w:type="dxa"/>
          </w:tcPr>
          <w:p w14:paraId="005E995A" w14:textId="77777777" w:rsidR="00152D26" w:rsidRDefault="0028337D" w:rsidP="00E6610E">
            <w:r>
              <w:t>D18</w:t>
            </w:r>
          </w:p>
          <w:p w14:paraId="6948621E" w14:textId="69065D51" w:rsidR="009E6725" w:rsidRDefault="009E6725" w:rsidP="00E6610E">
            <w:r>
              <w:t>Lab Record 3</w:t>
            </w:r>
          </w:p>
        </w:tc>
      </w:tr>
      <w:tr w:rsidR="00527656" w14:paraId="6948622A" w14:textId="77777777" w:rsidTr="00152D26">
        <w:tc>
          <w:tcPr>
            <w:tcW w:w="1044" w:type="dxa"/>
            <w:vMerge/>
          </w:tcPr>
          <w:p w14:paraId="69486220" w14:textId="7B3CD65B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21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22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2.3</w:t>
            </w:r>
          </w:p>
        </w:tc>
        <w:tc>
          <w:tcPr>
            <w:tcW w:w="4128" w:type="dxa"/>
          </w:tcPr>
          <w:p w14:paraId="69486223" w14:textId="77777777" w:rsidR="00152D26" w:rsidRDefault="00152D26" w:rsidP="00E54FDC">
            <w:pPr>
              <w:spacing w:before="60" w:after="60" w:line="240" w:lineRule="auto"/>
            </w:pPr>
            <w:r>
              <w:t>Prepare samples and standards in accordance with chemical testing requirements</w:t>
            </w:r>
          </w:p>
        </w:tc>
        <w:tc>
          <w:tcPr>
            <w:tcW w:w="1359" w:type="dxa"/>
          </w:tcPr>
          <w:p w14:paraId="69486224" w14:textId="77777777" w:rsidR="00152D26" w:rsidRDefault="00152D26" w:rsidP="00E6610E"/>
        </w:tc>
        <w:tc>
          <w:tcPr>
            <w:tcW w:w="1328" w:type="dxa"/>
          </w:tcPr>
          <w:p w14:paraId="69486225" w14:textId="77777777" w:rsidR="00152D26" w:rsidRDefault="00152D26" w:rsidP="00E6610E"/>
        </w:tc>
        <w:tc>
          <w:tcPr>
            <w:tcW w:w="1354" w:type="dxa"/>
          </w:tcPr>
          <w:p w14:paraId="69486227" w14:textId="5C01ED49" w:rsidR="00BD2EA5" w:rsidRDefault="00E54FDC" w:rsidP="00E54FDC">
            <w:pPr>
              <w:spacing w:before="60" w:after="60" w:line="240" w:lineRule="auto"/>
            </w:pPr>
            <w:r>
              <w:t xml:space="preserve">Assignment </w:t>
            </w:r>
            <w:r w:rsidR="00BD2EA5">
              <w:t>Q9</w:t>
            </w:r>
          </w:p>
          <w:p w14:paraId="69486228" w14:textId="30183C4C" w:rsidR="00BD2EA5" w:rsidRDefault="00BD2EA5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69486229" w14:textId="77777777" w:rsidR="00152D26" w:rsidRDefault="0028337D" w:rsidP="00E6610E">
            <w:r>
              <w:t>C9, C10</w:t>
            </w:r>
          </w:p>
        </w:tc>
      </w:tr>
      <w:tr w:rsidR="00527656" w14:paraId="69486234" w14:textId="77777777" w:rsidTr="00152D26">
        <w:tc>
          <w:tcPr>
            <w:tcW w:w="1044" w:type="dxa"/>
            <w:vMerge w:val="restart"/>
          </w:tcPr>
          <w:p w14:paraId="6948622B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</w:t>
            </w:r>
          </w:p>
        </w:tc>
        <w:tc>
          <w:tcPr>
            <w:tcW w:w="1947" w:type="dxa"/>
            <w:vMerge w:val="restart"/>
          </w:tcPr>
          <w:p w14:paraId="6948622C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Check equipment before use</w:t>
            </w:r>
          </w:p>
        </w:tc>
        <w:tc>
          <w:tcPr>
            <w:tcW w:w="1504" w:type="dxa"/>
          </w:tcPr>
          <w:p w14:paraId="6948622D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3.1</w:t>
            </w:r>
          </w:p>
        </w:tc>
        <w:tc>
          <w:tcPr>
            <w:tcW w:w="4128" w:type="dxa"/>
          </w:tcPr>
          <w:p w14:paraId="6948622E" w14:textId="77777777" w:rsidR="00152D26" w:rsidRDefault="00152D26" w:rsidP="00E54FDC">
            <w:pPr>
              <w:spacing w:before="60" w:after="60" w:line="240" w:lineRule="auto"/>
            </w:pPr>
            <w:r>
              <w:t>Set up equipment and instruments in accordance with test method requirements</w:t>
            </w:r>
          </w:p>
        </w:tc>
        <w:tc>
          <w:tcPr>
            <w:tcW w:w="1359" w:type="dxa"/>
          </w:tcPr>
          <w:p w14:paraId="6948622F" w14:textId="77777777" w:rsidR="00152D26" w:rsidRDefault="00152D26" w:rsidP="00E6610E"/>
        </w:tc>
        <w:tc>
          <w:tcPr>
            <w:tcW w:w="1328" w:type="dxa"/>
          </w:tcPr>
          <w:p w14:paraId="69486230" w14:textId="15F57459" w:rsidR="00152D26" w:rsidRDefault="0085210C" w:rsidP="00E6610E">
            <w:r>
              <w:t>Q24</w:t>
            </w:r>
          </w:p>
        </w:tc>
        <w:tc>
          <w:tcPr>
            <w:tcW w:w="1354" w:type="dxa"/>
          </w:tcPr>
          <w:p w14:paraId="1AC98043" w14:textId="1B9D4DEF" w:rsidR="00E54FDC" w:rsidRDefault="00E54FDC" w:rsidP="00E54FDC">
            <w:pPr>
              <w:spacing w:before="60" w:after="60" w:line="240" w:lineRule="auto"/>
            </w:pPr>
            <w:r>
              <w:t>Assignment</w:t>
            </w:r>
          </w:p>
          <w:p w14:paraId="69486232" w14:textId="77777777" w:rsidR="00BD2EA5" w:rsidRDefault="00BD2EA5" w:rsidP="00E54FDC">
            <w:pPr>
              <w:spacing w:before="60" w:after="60" w:line="240" w:lineRule="auto"/>
            </w:pPr>
            <w:r>
              <w:t>Q10, Q13</w:t>
            </w:r>
          </w:p>
        </w:tc>
        <w:tc>
          <w:tcPr>
            <w:tcW w:w="1328" w:type="dxa"/>
          </w:tcPr>
          <w:p w14:paraId="6B0321E7" w14:textId="77777777" w:rsidR="00152D26" w:rsidRDefault="009E6725" w:rsidP="00E6610E">
            <w:r>
              <w:t>B 5- B8</w:t>
            </w:r>
          </w:p>
          <w:p w14:paraId="69486233" w14:textId="025FFA23" w:rsidR="009E6725" w:rsidRDefault="009E6725" w:rsidP="00E6610E">
            <w:r>
              <w:t>Lab Report 7 - 8</w:t>
            </w:r>
          </w:p>
        </w:tc>
      </w:tr>
      <w:tr w:rsidR="00527656" w14:paraId="6948623E" w14:textId="77777777" w:rsidTr="00152D26">
        <w:tc>
          <w:tcPr>
            <w:tcW w:w="1044" w:type="dxa"/>
            <w:vMerge/>
          </w:tcPr>
          <w:p w14:paraId="69486235" w14:textId="3F4A5711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36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37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3.2</w:t>
            </w:r>
          </w:p>
        </w:tc>
        <w:tc>
          <w:tcPr>
            <w:tcW w:w="4128" w:type="dxa"/>
          </w:tcPr>
          <w:p w14:paraId="69486238" w14:textId="77777777" w:rsidR="00152D26" w:rsidRDefault="00152D26" w:rsidP="00E54FDC">
            <w:pPr>
              <w:spacing w:before="60" w:after="60" w:line="240" w:lineRule="auto"/>
            </w:pPr>
            <w:r>
              <w:t>Perform pre-use and safety checks in accordance with relevant workplace and operating procedures</w:t>
            </w:r>
          </w:p>
        </w:tc>
        <w:tc>
          <w:tcPr>
            <w:tcW w:w="1359" w:type="dxa"/>
          </w:tcPr>
          <w:p w14:paraId="69486239" w14:textId="77777777" w:rsidR="00152D26" w:rsidRDefault="00152D26" w:rsidP="00E6610E"/>
        </w:tc>
        <w:tc>
          <w:tcPr>
            <w:tcW w:w="1328" w:type="dxa"/>
          </w:tcPr>
          <w:p w14:paraId="6948623A" w14:textId="77777777" w:rsidR="00152D26" w:rsidRDefault="00152D26" w:rsidP="00E6610E"/>
        </w:tc>
        <w:tc>
          <w:tcPr>
            <w:tcW w:w="1354" w:type="dxa"/>
          </w:tcPr>
          <w:p w14:paraId="1EAE4D9A" w14:textId="77777777" w:rsidR="00E54FDC" w:rsidRDefault="00E54FDC" w:rsidP="00E54FDC">
            <w:pPr>
              <w:spacing w:before="60" w:after="60" w:line="240" w:lineRule="auto"/>
            </w:pPr>
            <w:r>
              <w:t>Assignment</w:t>
            </w:r>
          </w:p>
          <w:p w14:paraId="6948623C" w14:textId="77777777" w:rsidR="00BD2EA5" w:rsidRDefault="00BD2EA5" w:rsidP="00E54FDC">
            <w:pPr>
              <w:spacing w:before="60" w:after="60" w:line="240" w:lineRule="auto"/>
            </w:pPr>
            <w:r>
              <w:t>Q11, Q12</w:t>
            </w:r>
          </w:p>
        </w:tc>
        <w:tc>
          <w:tcPr>
            <w:tcW w:w="1328" w:type="dxa"/>
          </w:tcPr>
          <w:p w14:paraId="74585EDE" w14:textId="2CBCD5BD" w:rsidR="009E6725" w:rsidRDefault="009E6725" w:rsidP="009E6725">
            <w:r>
              <w:t>A2</w:t>
            </w:r>
          </w:p>
          <w:p w14:paraId="6948623D" w14:textId="0AF85819" w:rsidR="00152D26" w:rsidRDefault="0028337D" w:rsidP="009E6725">
            <w:r>
              <w:t>B</w:t>
            </w:r>
            <w:r w:rsidR="009E6725">
              <w:t>6 – B 7</w:t>
            </w:r>
          </w:p>
        </w:tc>
      </w:tr>
      <w:tr w:rsidR="00527656" w14:paraId="69486248" w14:textId="77777777" w:rsidTr="00152D26">
        <w:tc>
          <w:tcPr>
            <w:tcW w:w="1044" w:type="dxa"/>
            <w:vMerge/>
          </w:tcPr>
          <w:p w14:paraId="6948623F" w14:textId="1FE3CD50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40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41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3.3</w:t>
            </w:r>
          </w:p>
        </w:tc>
        <w:tc>
          <w:tcPr>
            <w:tcW w:w="4128" w:type="dxa"/>
          </w:tcPr>
          <w:p w14:paraId="69486242" w14:textId="77777777" w:rsidR="00152D26" w:rsidRDefault="00152D26" w:rsidP="00E54FDC">
            <w:pPr>
              <w:spacing w:before="60" w:after="60" w:line="240" w:lineRule="auto"/>
            </w:pPr>
            <w:r>
              <w:t>Check equipment calibration using specified standards and procedures</w:t>
            </w:r>
          </w:p>
        </w:tc>
        <w:tc>
          <w:tcPr>
            <w:tcW w:w="1359" w:type="dxa"/>
          </w:tcPr>
          <w:p w14:paraId="69486243" w14:textId="77777777" w:rsidR="00152D26" w:rsidRDefault="00152D26" w:rsidP="00E6610E"/>
        </w:tc>
        <w:tc>
          <w:tcPr>
            <w:tcW w:w="1328" w:type="dxa"/>
          </w:tcPr>
          <w:p w14:paraId="69486244" w14:textId="77777777" w:rsidR="00152D26" w:rsidRDefault="00152D26" w:rsidP="00E6610E"/>
        </w:tc>
        <w:tc>
          <w:tcPr>
            <w:tcW w:w="1354" w:type="dxa"/>
          </w:tcPr>
          <w:p w14:paraId="3F5CF73A" w14:textId="6A3AB215" w:rsidR="00E54FDC" w:rsidRDefault="009F0A16" w:rsidP="00E54FDC">
            <w:pPr>
              <w:spacing w:before="60" w:after="60" w:line="240" w:lineRule="auto"/>
            </w:pPr>
            <w:r>
              <w:t>Research 1.7</w:t>
            </w:r>
          </w:p>
          <w:p w14:paraId="69486246" w14:textId="531420DD" w:rsidR="00BD2EA5" w:rsidRDefault="00BD2EA5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69486247" w14:textId="2B19FF1B" w:rsidR="00152D26" w:rsidRDefault="009E6725" w:rsidP="00E6610E">
            <w:r>
              <w:t>B7</w:t>
            </w:r>
          </w:p>
        </w:tc>
      </w:tr>
      <w:tr w:rsidR="00527656" w14:paraId="69486252" w14:textId="77777777" w:rsidTr="00152D26">
        <w:tc>
          <w:tcPr>
            <w:tcW w:w="1044" w:type="dxa"/>
            <w:vMerge/>
          </w:tcPr>
          <w:p w14:paraId="69486249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4A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4B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3.4</w:t>
            </w:r>
          </w:p>
        </w:tc>
        <w:tc>
          <w:tcPr>
            <w:tcW w:w="4128" w:type="dxa"/>
          </w:tcPr>
          <w:p w14:paraId="6948624C" w14:textId="77777777" w:rsidR="00152D26" w:rsidRDefault="00152D26" w:rsidP="00E54FDC">
            <w:pPr>
              <w:spacing w:before="60" w:after="60" w:line="240" w:lineRule="auto"/>
            </w:pPr>
            <w:r>
              <w:t>Inspect reagents required for quality issues including visual checks and expiry</w:t>
            </w:r>
          </w:p>
        </w:tc>
        <w:tc>
          <w:tcPr>
            <w:tcW w:w="1359" w:type="dxa"/>
          </w:tcPr>
          <w:p w14:paraId="6948624D" w14:textId="77777777" w:rsidR="00152D26" w:rsidRDefault="00152D26" w:rsidP="00E6610E"/>
        </w:tc>
        <w:tc>
          <w:tcPr>
            <w:tcW w:w="1328" w:type="dxa"/>
          </w:tcPr>
          <w:p w14:paraId="6948624E" w14:textId="77777777" w:rsidR="00152D26" w:rsidRDefault="00152D26" w:rsidP="00E6610E"/>
        </w:tc>
        <w:tc>
          <w:tcPr>
            <w:tcW w:w="1354" w:type="dxa"/>
          </w:tcPr>
          <w:p w14:paraId="32D48E0B" w14:textId="77777777" w:rsidR="00E54FDC" w:rsidRDefault="00E54FDC" w:rsidP="00E54FDC">
            <w:pPr>
              <w:spacing w:before="60" w:after="60" w:line="240" w:lineRule="auto"/>
            </w:pPr>
          </w:p>
          <w:p w14:paraId="05C0CDFD" w14:textId="77777777" w:rsidR="00E54FDC" w:rsidRDefault="00E54FDC" w:rsidP="00E54FDC">
            <w:pPr>
              <w:spacing w:before="60" w:after="60" w:line="240" w:lineRule="auto"/>
            </w:pPr>
            <w:r>
              <w:t>Assignment</w:t>
            </w:r>
          </w:p>
          <w:p w14:paraId="69486250" w14:textId="77777777" w:rsidR="00BD2EA5" w:rsidRDefault="00BD2EA5" w:rsidP="00E54FDC">
            <w:pPr>
              <w:spacing w:before="60" w:after="60" w:line="240" w:lineRule="auto"/>
            </w:pPr>
            <w:r>
              <w:t>Q11</w:t>
            </w:r>
          </w:p>
        </w:tc>
        <w:tc>
          <w:tcPr>
            <w:tcW w:w="1328" w:type="dxa"/>
          </w:tcPr>
          <w:p w14:paraId="69486251" w14:textId="77777777" w:rsidR="00152D26" w:rsidRDefault="0028337D" w:rsidP="00E6610E">
            <w:r>
              <w:t>B8</w:t>
            </w:r>
          </w:p>
        </w:tc>
      </w:tr>
      <w:tr w:rsidR="00527656" w14:paraId="6948625C" w14:textId="77777777" w:rsidTr="00152D26">
        <w:tc>
          <w:tcPr>
            <w:tcW w:w="1044" w:type="dxa"/>
            <w:vMerge/>
          </w:tcPr>
          <w:p w14:paraId="69486253" w14:textId="50AB163C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54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55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3.5</w:t>
            </w:r>
          </w:p>
        </w:tc>
        <w:tc>
          <w:tcPr>
            <w:tcW w:w="4128" w:type="dxa"/>
          </w:tcPr>
          <w:p w14:paraId="69486256" w14:textId="77777777" w:rsidR="00152D26" w:rsidRDefault="00152D26" w:rsidP="00E54FDC">
            <w:pPr>
              <w:spacing w:before="60" w:after="60" w:line="240" w:lineRule="auto"/>
            </w:pPr>
            <w:r>
              <w:t>Maintain equipment log in accordance with workplace procedures</w:t>
            </w:r>
          </w:p>
        </w:tc>
        <w:tc>
          <w:tcPr>
            <w:tcW w:w="1359" w:type="dxa"/>
          </w:tcPr>
          <w:p w14:paraId="69486257" w14:textId="77777777" w:rsidR="00152D26" w:rsidRDefault="00152D26" w:rsidP="00E6610E"/>
        </w:tc>
        <w:tc>
          <w:tcPr>
            <w:tcW w:w="1328" w:type="dxa"/>
          </w:tcPr>
          <w:p w14:paraId="69486258" w14:textId="77777777" w:rsidR="00152D26" w:rsidRDefault="00152D26" w:rsidP="00E6610E"/>
        </w:tc>
        <w:tc>
          <w:tcPr>
            <w:tcW w:w="1354" w:type="dxa"/>
          </w:tcPr>
          <w:p w14:paraId="6948625A" w14:textId="6DC443C2" w:rsidR="00DE01A3" w:rsidRDefault="00E54FDC" w:rsidP="00E54FDC">
            <w:pPr>
              <w:spacing w:before="60" w:after="60" w:line="240" w:lineRule="auto"/>
            </w:pPr>
            <w:r>
              <w:t>Assignment Q13</w:t>
            </w:r>
          </w:p>
        </w:tc>
        <w:tc>
          <w:tcPr>
            <w:tcW w:w="1328" w:type="dxa"/>
          </w:tcPr>
          <w:p w14:paraId="1F5C8906" w14:textId="77777777" w:rsidR="00152D26" w:rsidRDefault="0028337D" w:rsidP="00E6610E">
            <w:r>
              <w:t>D18</w:t>
            </w:r>
          </w:p>
          <w:p w14:paraId="6948625B" w14:textId="28B25504" w:rsidR="009E6725" w:rsidRDefault="009E6725" w:rsidP="00284DBD">
            <w:r>
              <w:t>Lab Record 18</w:t>
            </w:r>
          </w:p>
        </w:tc>
      </w:tr>
      <w:tr w:rsidR="00527656" w14:paraId="69486267" w14:textId="77777777" w:rsidTr="00152D26">
        <w:tc>
          <w:tcPr>
            <w:tcW w:w="1044" w:type="dxa"/>
            <w:vMerge w:val="restart"/>
          </w:tcPr>
          <w:p w14:paraId="6948625D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</w:t>
            </w:r>
          </w:p>
        </w:tc>
        <w:tc>
          <w:tcPr>
            <w:tcW w:w="1947" w:type="dxa"/>
            <w:vMerge w:val="restart"/>
          </w:tcPr>
          <w:p w14:paraId="6948625E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Test samples to determine chemical species or properties</w:t>
            </w:r>
          </w:p>
        </w:tc>
        <w:tc>
          <w:tcPr>
            <w:tcW w:w="1504" w:type="dxa"/>
          </w:tcPr>
          <w:p w14:paraId="6948625F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4.1</w:t>
            </w:r>
          </w:p>
        </w:tc>
        <w:tc>
          <w:tcPr>
            <w:tcW w:w="4128" w:type="dxa"/>
          </w:tcPr>
          <w:p w14:paraId="69486260" w14:textId="77777777" w:rsidR="00152D26" w:rsidRDefault="00152D26" w:rsidP="00E54FDC">
            <w:pPr>
              <w:spacing w:before="60" w:after="60" w:line="240" w:lineRule="auto"/>
            </w:pPr>
            <w:r>
              <w:t>Operate equipment and instruments in accordance with test method requirements</w:t>
            </w:r>
          </w:p>
        </w:tc>
        <w:tc>
          <w:tcPr>
            <w:tcW w:w="1359" w:type="dxa"/>
          </w:tcPr>
          <w:p w14:paraId="69486261" w14:textId="77777777" w:rsidR="00152D26" w:rsidRDefault="00152D26" w:rsidP="00E6610E"/>
        </w:tc>
        <w:tc>
          <w:tcPr>
            <w:tcW w:w="1328" w:type="dxa"/>
          </w:tcPr>
          <w:p w14:paraId="69486262" w14:textId="77777777" w:rsidR="00152D26" w:rsidRDefault="00152D26" w:rsidP="00E6610E"/>
        </w:tc>
        <w:tc>
          <w:tcPr>
            <w:tcW w:w="1354" w:type="dxa"/>
          </w:tcPr>
          <w:p w14:paraId="69486264" w14:textId="0F65CB94" w:rsidR="00DE01A3" w:rsidRDefault="00E54FDC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Q14, Q15</w:t>
            </w:r>
          </w:p>
          <w:p w14:paraId="69486265" w14:textId="3909900B" w:rsidR="00DE01A3" w:rsidRDefault="00DE01A3" w:rsidP="00277F1F">
            <w:pPr>
              <w:spacing w:before="60" w:after="60" w:line="240" w:lineRule="auto"/>
            </w:pPr>
            <w:r>
              <w:t>Research</w:t>
            </w:r>
            <w:r w:rsidR="00E54FDC">
              <w:t xml:space="preserve"> 1.</w:t>
            </w:r>
            <w:r w:rsidR="009F0A16">
              <w:t>5</w:t>
            </w:r>
          </w:p>
        </w:tc>
        <w:tc>
          <w:tcPr>
            <w:tcW w:w="1328" w:type="dxa"/>
          </w:tcPr>
          <w:p w14:paraId="0F928C24" w14:textId="0F0AB876" w:rsidR="009E6725" w:rsidRDefault="009E6725" w:rsidP="00E6610E">
            <w:r>
              <w:t>B5 – B7</w:t>
            </w:r>
          </w:p>
          <w:p w14:paraId="69486266" w14:textId="262B95AE" w:rsidR="00152D26" w:rsidRDefault="0028337D" w:rsidP="00E6610E">
            <w:r>
              <w:t>C9</w:t>
            </w:r>
            <w:r w:rsidR="009E6725">
              <w:t xml:space="preserve"> – C10, C14</w:t>
            </w:r>
          </w:p>
        </w:tc>
      </w:tr>
      <w:tr w:rsidR="00527656" w14:paraId="69486272" w14:textId="77777777" w:rsidTr="00152D26">
        <w:tc>
          <w:tcPr>
            <w:tcW w:w="1044" w:type="dxa"/>
            <w:vMerge/>
          </w:tcPr>
          <w:p w14:paraId="69486268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69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6A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4.2</w:t>
            </w:r>
          </w:p>
        </w:tc>
        <w:tc>
          <w:tcPr>
            <w:tcW w:w="4128" w:type="dxa"/>
          </w:tcPr>
          <w:p w14:paraId="6948626B" w14:textId="77777777" w:rsidR="00152D26" w:rsidRDefault="00152D26" w:rsidP="00E54FDC">
            <w:pPr>
              <w:spacing w:before="60" w:after="60" w:line="240" w:lineRule="auto"/>
            </w:pPr>
            <w:r>
              <w:t>Perform tests or procedures on all samples and standards in accordance with specified methods</w:t>
            </w:r>
          </w:p>
        </w:tc>
        <w:tc>
          <w:tcPr>
            <w:tcW w:w="1359" w:type="dxa"/>
          </w:tcPr>
          <w:p w14:paraId="6948626C" w14:textId="77777777" w:rsidR="00152D26" w:rsidRDefault="00152D26" w:rsidP="00E6610E"/>
        </w:tc>
        <w:tc>
          <w:tcPr>
            <w:tcW w:w="1328" w:type="dxa"/>
          </w:tcPr>
          <w:p w14:paraId="6948626D" w14:textId="77777777" w:rsidR="00152D26" w:rsidRDefault="00152D26" w:rsidP="00E6610E"/>
        </w:tc>
        <w:tc>
          <w:tcPr>
            <w:tcW w:w="1354" w:type="dxa"/>
          </w:tcPr>
          <w:p w14:paraId="69486270" w14:textId="056CC93C" w:rsidR="00DE01A3" w:rsidRDefault="00DE01A3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69486271" w14:textId="5FFC1641" w:rsidR="00152D26" w:rsidRDefault="002929B4" w:rsidP="00E6610E">
            <w:r>
              <w:t>C9 – C10</w:t>
            </w:r>
          </w:p>
        </w:tc>
      </w:tr>
      <w:tr w:rsidR="00527656" w14:paraId="6948627C" w14:textId="77777777" w:rsidTr="00152D26">
        <w:tc>
          <w:tcPr>
            <w:tcW w:w="1044" w:type="dxa"/>
            <w:vMerge/>
          </w:tcPr>
          <w:p w14:paraId="69486273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74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75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4.3</w:t>
            </w:r>
          </w:p>
        </w:tc>
        <w:tc>
          <w:tcPr>
            <w:tcW w:w="4128" w:type="dxa"/>
          </w:tcPr>
          <w:p w14:paraId="69486276" w14:textId="77777777" w:rsidR="00152D26" w:rsidRDefault="00152D26" w:rsidP="00E54FDC">
            <w:pPr>
              <w:spacing w:before="60" w:after="60" w:line="240" w:lineRule="auto"/>
            </w:pPr>
            <w:r>
              <w:t>Shut down equipment and instruments in accordance with operating procedures</w:t>
            </w:r>
          </w:p>
        </w:tc>
        <w:tc>
          <w:tcPr>
            <w:tcW w:w="1359" w:type="dxa"/>
          </w:tcPr>
          <w:p w14:paraId="69486277" w14:textId="77777777" w:rsidR="00152D26" w:rsidRDefault="00152D26" w:rsidP="00E6610E"/>
        </w:tc>
        <w:tc>
          <w:tcPr>
            <w:tcW w:w="1328" w:type="dxa"/>
          </w:tcPr>
          <w:p w14:paraId="69486278" w14:textId="77777777" w:rsidR="00152D26" w:rsidRDefault="00152D26" w:rsidP="00E6610E"/>
        </w:tc>
        <w:tc>
          <w:tcPr>
            <w:tcW w:w="1354" w:type="dxa"/>
          </w:tcPr>
          <w:p w14:paraId="6948627A" w14:textId="3970A5B7" w:rsidR="00DE01A3" w:rsidRDefault="00DE01A3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6948627B" w14:textId="77777777" w:rsidR="00152D26" w:rsidRDefault="0028337D" w:rsidP="00E6610E">
            <w:r>
              <w:t>C14</w:t>
            </w:r>
          </w:p>
        </w:tc>
      </w:tr>
      <w:tr w:rsidR="00527656" w14:paraId="69486286" w14:textId="77777777" w:rsidTr="00152D26">
        <w:tc>
          <w:tcPr>
            <w:tcW w:w="1044" w:type="dxa"/>
            <w:vMerge w:val="restart"/>
          </w:tcPr>
          <w:p w14:paraId="6948627D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</w:t>
            </w:r>
          </w:p>
        </w:tc>
        <w:tc>
          <w:tcPr>
            <w:tcW w:w="1947" w:type="dxa"/>
            <w:vMerge w:val="restart"/>
          </w:tcPr>
          <w:p w14:paraId="6948627E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Process and interpret data</w:t>
            </w:r>
          </w:p>
        </w:tc>
        <w:tc>
          <w:tcPr>
            <w:tcW w:w="1504" w:type="dxa"/>
          </w:tcPr>
          <w:p w14:paraId="6948627F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5.1</w:t>
            </w:r>
          </w:p>
        </w:tc>
        <w:tc>
          <w:tcPr>
            <w:tcW w:w="4128" w:type="dxa"/>
          </w:tcPr>
          <w:p w14:paraId="69486280" w14:textId="77777777" w:rsidR="00152D26" w:rsidRDefault="00152D26" w:rsidP="00E54FDC">
            <w:pPr>
              <w:spacing w:before="60" w:after="60" w:line="240" w:lineRule="auto"/>
            </w:pPr>
            <w:r>
              <w:t>Record test data noting atypical observations and anomalies</w:t>
            </w:r>
          </w:p>
        </w:tc>
        <w:tc>
          <w:tcPr>
            <w:tcW w:w="1359" w:type="dxa"/>
          </w:tcPr>
          <w:p w14:paraId="69486281" w14:textId="77777777" w:rsidR="00152D26" w:rsidRDefault="00152D26" w:rsidP="00E6610E"/>
        </w:tc>
        <w:tc>
          <w:tcPr>
            <w:tcW w:w="1328" w:type="dxa"/>
          </w:tcPr>
          <w:p w14:paraId="69486282" w14:textId="77777777" w:rsidR="00152D26" w:rsidRDefault="00152D26" w:rsidP="00E6610E"/>
        </w:tc>
        <w:tc>
          <w:tcPr>
            <w:tcW w:w="1354" w:type="dxa"/>
          </w:tcPr>
          <w:p w14:paraId="69486284" w14:textId="38250802" w:rsidR="00DE01A3" w:rsidRDefault="00E54FDC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Q17</w:t>
            </w:r>
          </w:p>
        </w:tc>
        <w:tc>
          <w:tcPr>
            <w:tcW w:w="1328" w:type="dxa"/>
          </w:tcPr>
          <w:p w14:paraId="64EEA1D0" w14:textId="77777777" w:rsidR="00152D26" w:rsidRDefault="0028337D" w:rsidP="00E6610E">
            <w:r>
              <w:t>C13</w:t>
            </w:r>
          </w:p>
          <w:p w14:paraId="69486285" w14:textId="46966FB6" w:rsidR="002929B4" w:rsidRDefault="002929B4" w:rsidP="00E6610E">
            <w:r>
              <w:t>Lab Report 12, 13</w:t>
            </w:r>
          </w:p>
        </w:tc>
      </w:tr>
      <w:tr w:rsidR="00527656" w14:paraId="69486290" w14:textId="77777777" w:rsidTr="00152D26">
        <w:tc>
          <w:tcPr>
            <w:tcW w:w="1044" w:type="dxa"/>
            <w:vMerge/>
          </w:tcPr>
          <w:p w14:paraId="69486287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88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89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5.2</w:t>
            </w:r>
          </w:p>
        </w:tc>
        <w:tc>
          <w:tcPr>
            <w:tcW w:w="4128" w:type="dxa"/>
          </w:tcPr>
          <w:p w14:paraId="6948628A" w14:textId="77777777" w:rsidR="00152D26" w:rsidRDefault="00152D26" w:rsidP="00E54FDC">
            <w:pPr>
              <w:spacing w:before="60" w:after="60" w:line="240" w:lineRule="auto"/>
            </w:pPr>
            <w:r>
              <w:t>Construct calibration graphs and compute results for all samples from these graphs</w:t>
            </w:r>
          </w:p>
        </w:tc>
        <w:tc>
          <w:tcPr>
            <w:tcW w:w="1359" w:type="dxa"/>
          </w:tcPr>
          <w:p w14:paraId="6948628B" w14:textId="77777777" w:rsidR="00152D26" w:rsidRDefault="00152D26" w:rsidP="00E6610E"/>
        </w:tc>
        <w:tc>
          <w:tcPr>
            <w:tcW w:w="1328" w:type="dxa"/>
          </w:tcPr>
          <w:p w14:paraId="6948628C" w14:textId="77777777" w:rsidR="00152D26" w:rsidRDefault="00152D26" w:rsidP="00E6610E"/>
        </w:tc>
        <w:tc>
          <w:tcPr>
            <w:tcW w:w="1354" w:type="dxa"/>
          </w:tcPr>
          <w:p w14:paraId="6948628E" w14:textId="305E0B5A" w:rsidR="00DE01A3" w:rsidRDefault="00DE01A3" w:rsidP="00FD125D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144874C2" w14:textId="77777777" w:rsidR="00152D26" w:rsidRDefault="0028337D" w:rsidP="00E6610E">
            <w:r>
              <w:t>D16</w:t>
            </w:r>
          </w:p>
          <w:p w14:paraId="6948628F" w14:textId="1D987374" w:rsidR="002929B4" w:rsidRDefault="002929B4" w:rsidP="00E6610E">
            <w:r>
              <w:t>Lab Report 10</w:t>
            </w:r>
          </w:p>
        </w:tc>
      </w:tr>
      <w:tr w:rsidR="00527656" w14:paraId="6948629B" w14:textId="77777777" w:rsidTr="00152D26">
        <w:tc>
          <w:tcPr>
            <w:tcW w:w="1044" w:type="dxa"/>
            <w:vMerge/>
          </w:tcPr>
          <w:p w14:paraId="69486291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92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93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5.3</w:t>
            </w:r>
          </w:p>
        </w:tc>
        <w:tc>
          <w:tcPr>
            <w:tcW w:w="4128" w:type="dxa"/>
          </w:tcPr>
          <w:p w14:paraId="69486294" w14:textId="77777777" w:rsidR="00152D26" w:rsidRDefault="00152D26" w:rsidP="00E54FDC">
            <w:pPr>
              <w:spacing w:before="60" w:after="60" w:line="240" w:lineRule="auto"/>
            </w:pPr>
            <w:r>
              <w:t>Check calculated values for consistency with expectations</w:t>
            </w:r>
          </w:p>
        </w:tc>
        <w:tc>
          <w:tcPr>
            <w:tcW w:w="1359" w:type="dxa"/>
          </w:tcPr>
          <w:p w14:paraId="69486295" w14:textId="77777777" w:rsidR="00152D26" w:rsidRDefault="00152D26" w:rsidP="00E6610E"/>
        </w:tc>
        <w:tc>
          <w:tcPr>
            <w:tcW w:w="1328" w:type="dxa"/>
          </w:tcPr>
          <w:p w14:paraId="69486296" w14:textId="77777777" w:rsidR="00152D26" w:rsidRDefault="00152D26" w:rsidP="00E6610E"/>
        </w:tc>
        <w:tc>
          <w:tcPr>
            <w:tcW w:w="1354" w:type="dxa"/>
          </w:tcPr>
          <w:p w14:paraId="69486298" w14:textId="1C2D688F" w:rsidR="00DE01A3" w:rsidRDefault="00E54FDC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Q16</w:t>
            </w:r>
          </w:p>
          <w:p w14:paraId="69486299" w14:textId="1510E935" w:rsidR="00DE01A3" w:rsidRDefault="00DE01A3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6948629A" w14:textId="77777777" w:rsidR="00152D26" w:rsidRDefault="0028337D" w:rsidP="00E6610E">
            <w:r>
              <w:t>C13, D17</w:t>
            </w:r>
          </w:p>
        </w:tc>
      </w:tr>
      <w:tr w:rsidR="00527656" w14:paraId="694862A5" w14:textId="77777777" w:rsidTr="00152D26">
        <w:tc>
          <w:tcPr>
            <w:tcW w:w="1044" w:type="dxa"/>
            <w:vMerge/>
          </w:tcPr>
          <w:p w14:paraId="6948629C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9D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9E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5.4</w:t>
            </w:r>
          </w:p>
        </w:tc>
        <w:tc>
          <w:tcPr>
            <w:tcW w:w="4128" w:type="dxa"/>
          </w:tcPr>
          <w:p w14:paraId="6948629F" w14:textId="77777777" w:rsidR="00152D26" w:rsidRDefault="00152D26" w:rsidP="00E54FDC">
            <w:pPr>
              <w:spacing w:before="60" w:after="60" w:line="240" w:lineRule="auto"/>
            </w:pPr>
            <w:r>
              <w:t>Record and report results in accordance with workplace procedures</w:t>
            </w:r>
          </w:p>
        </w:tc>
        <w:tc>
          <w:tcPr>
            <w:tcW w:w="1359" w:type="dxa"/>
          </w:tcPr>
          <w:p w14:paraId="694862A0" w14:textId="77777777" w:rsidR="00152D26" w:rsidRDefault="00152D26" w:rsidP="00E6610E"/>
        </w:tc>
        <w:tc>
          <w:tcPr>
            <w:tcW w:w="1328" w:type="dxa"/>
          </w:tcPr>
          <w:p w14:paraId="694862A1" w14:textId="77777777" w:rsidR="00152D26" w:rsidRDefault="00152D26" w:rsidP="00E6610E"/>
        </w:tc>
        <w:tc>
          <w:tcPr>
            <w:tcW w:w="1354" w:type="dxa"/>
          </w:tcPr>
          <w:p w14:paraId="694862A3" w14:textId="51543519" w:rsidR="00DE01A3" w:rsidRDefault="00DE01A3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7C91E84D" w14:textId="57313C42" w:rsidR="00152D26" w:rsidRDefault="008C39B3" w:rsidP="00E6610E">
            <w:r>
              <w:t xml:space="preserve">C13, </w:t>
            </w:r>
            <w:r w:rsidR="0028337D">
              <w:t>D17</w:t>
            </w:r>
          </w:p>
          <w:p w14:paraId="694862A4" w14:textId="16B8333A" w:rsidR="002929B4" w:rsidRDefault="002929B4" w:rsidP="00E6610E">
            <w:r>
              <w:t>Lab Report 12</w:t>
            </w:r>
          </w:p>
        </w:tc>
      </w:tr>
      <w:tr w:rsidR="00527656" w14:paraId="694862AF" w14:textId="77777777" w:rsidTr="00152D26">
        <w:tc>
          <w:tcPr>
            <w:tcW w:w="1044" w:type="dxa"/>
            <w:vMerge/>
          </w:tcPr>
          <w:p w14:paraId="694862A6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A7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A8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5.5</w:t>
            </w:r>
          </w:p>
        </w:tc>
        <w:tc>
          <w:tcPr>
            <w:tcW w:w="4128" w:type="dxa"/>
          </w:tcPr>
          <w:p w14:paraId="694862A9" w14:textId="77777777" w:rsidR="00152D26" w:rsidRDefault="00152D26" w:rsidP="00E54FDC">
            <w:pPr>
              <w:spacing w:before="60" w:after="60" w:line="240" w:lineRule="auto"/>
            </w:pPr>
            <w:r>
              <w:t>Determine if obvious procedure or equipment problems have led to atypical data or results</w:t>
            </w:r>
          </w:p>
        </w:tc>
        <w:tc>
          <w:tcPr>
            <w:tcW w:w="1359" w:type="dxa"/>
          </w:tcPr>
          <w:p w14:paraId="694862AA" w14:textId="77777777" w:rsidR="00152D26" w:rsidRDefault="00152D26" w:rsidP="00E6610E"/>
        </w:tc>
        <w:tc>
          <w:tcPr>
            <w:tcW w:w="1328" w:type="dxa"/>
          </w:tcPr>
          <w:p w14:paraId="694862AB" w14:textId="77777777" w:rsidR="00152D26" w:rsidRDefault="00913381" w:rsidP="00E6610E">
            <w:r>
              <w:t>Q26</w:t>
            </w:r>
          </w:p>
        </w:tc>
        <w:tc>
          <w:tcPr>
            <w:tcW w:w="1354" w:type="dxa"/>
          </w:tcPr>
          <w:p w14:paraId="0F10A185" w14:textId="7D4987DB" w:rsidR="00E54FDC" w:rsidRDefault="00E54FDC" w:rsidP="00E54FDC">
            <w:pPr>
              <w:spacing w:before="60" w:after="60" w:line="240" w:lineRule="auto"/>
            </w:pPr>
            <w:r>
              <w:t>Assignment</w:t>
            </w:r>
          </w:p>
          <w:p w14:paraId="694862AD" w14:textId="77777777" w:rsidR="00DE01A3" w:rsidRDefault="00DE01A3" w:rsidP="00E54FDC">
            <w:pPr>
              <w:spacing w:before="60" w:after="60" w:line="240" w:lineRule="auto"/>
            </w:pPr>
            <w:r>
              <w:t>Q17, Q18</w:t>
            </w:r>
          </w:p>
        </w:tc>
        <w:tc>
          <w:tcPr>
            <w:tcW w:w="1328" w:type="dxa"/>
          </w:tcPr>
          <w:p w14:paraId="694862AE" w14:textId="16E1A40B" w:rsidR="00152D26" w:rsidRDefault="00152D26" w:rsidP="00E6610E"/>
        </w:tc>
      </w:tr>
      <w:tr w:rsidR="00527656" w14:paraId="694862B9" w14:textId="77777777" w:rsidTr="00152D26">
        <w:tc>
          <w:tcPr>
            <w:tcW w:w="1044" w:type="dxa"/>
            <w:vMerge w:val="restart"/>
          </w:tcPr>
          <w:p w14:paraId="694862B0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  <w:vMerge w:val="restart"/>
          </w:tcPr>
          <w:p w14:paraId="694862B1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Maintain a safe work environment</w:t>
            </w:r>
          </w:p>
        </w:tc>
        <w:tc>
          <w:tcPr>
            <w:tcW w:w="1504" w:type="dxa"/>
          </w:tcPr>
          <w:p w14:paraId="694862B2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6.1</w:t>
            </w:r>
          </w:p>
        </w:tc>
        <w:tc>
          <w:tcPr>
            <w:tcW w:w="4128" w:type="dxa"/>
          </w:tcPr>
          <w:p w14:paraId="694862B3" w14:textId="77777777" w:rsidR="00152D26" w:rsidRDefault="00152D26" w:rsidP="00E54FDC">
            <w:pPr>
              <w:spacing w:before="60" w:after="60" w:line="240" w:lineRule="auto"/>
            </w:pPr>
            <w:r>
              <w:t>Use established safe work practices and personal protective equipment (PPE) to ensure personal safety and that of other laboratory personnel</w:t>
            </w:r>
          </w:p>
        </w:tc>
        <w:tc>
          <w:tcPr>
            <w:tcW w:w="1359" w:type="dxa"/>
          </w:tcPr>
          <w:p w14:paraId="694862B4" w14:textId="77777777" w:rsidR="00152D26" w:rsidRDefault="00152D26" w:rsidP="00E6610E"/>
        </w:tc>
        <w:tc>
          <w:tcPr>
            <w:tcW w:w="1328" w:type="dxa"/>
          </w:tcPr>
          <w:p w14:paraId="694862B5" w14:textId="3321C2CD" w:rsidR="00152D26" w:rsidRDefault="0085210C" w:rsidP="00E6610E">
            <w:r>
              <w:t>Q24</w:t>
            </w:r>
          </w:p>
        </w:tc>
        <w:tc>
          <w:tcPr>
            <w:tcW w:w="1354" w:type="dxa"/>
          </w:tcPr>
          <w:p w14:paraId="694862B7" w14:textId="0525345E" w:rsidR="00DE01A3" w:rsidRDefault="00E54FDC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Q21, Q22</w:t>
            </w:r>
          </w:p>
        </w:tc>
        <w:tc>
          <w:tcPr>
            <w:tcW w:w="1328" w:type="dxa"/>
          </w:tcPr>
          <w:p w14:paraId="694862B8" w14:textId="13E212B1" w:rsidR="00152D26" w:rsidRDefault="002929B4" w:rsidP="00E6610E">
            <w:r>
              <w:t>A, B, C</w:t>
            </w:r>
          </w:p>
        </w:tc>
      </w:tr>
      <w:tr w:rsidR="00527656" w14:paraId="694862C3" w14:textId="77777777" w:rsidTr="00152D26">
        <w:tc>
          <w:tcPr>
            <w:tcW w:w="1044" w:type="dxa"/>
            <w:vMerge/>
          </w:tcPr>
          <w:p w14:paraId="694862BA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BB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BC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6.2</w:t>
            </w:r>
          </w:p>
        </w:tc>
        <w:tc>
          <w:tcPr>
            <w:tcW w:w="4128" w:type="dxa"/>
          </w:tcPr>
          <w:p w14:paraId="694862BD" w14:textId="77777777" w:rsidR="00152D26" w:rsidRDefault="00152D26" w:rsidP="00E54FDC">
            <w:pPr>
              <w:spacing w:before="60" w:after="60" w:line="240" w:lineRule="auto"/>
            </w:pPr>
            <w:r>
              <w:t>Minimise the generation of wastes and environmental impacts</w:t>
            </w:r>
          </w:p>
        </w:tc>
        <w:tc>
          <w:tcPr>
            <w:tcW w:w="1359" w:type="dxa"/>
          </w:tcPr>
          <w:p w14:paraId="694862BE" w14:textId="77777777" w:rsidR="00152D26" w:rsidRDefault="00152D26" w:rsidP="00E6610E"/>
        </w:tc>
        <w:tc>
          <w:tcPr>
            <w:tcW w:w="1328" w:type="dxa"/>
          </w:tcPr>
          <w:p w14:paraId="694862BF" w14:textId="77777777" w:rsidR="00152D26" w:rsidRDefault="00913381" w:rsidP="00E6610E">
            <w:r>
              <w:t>Q29</w:t>
            </w:r>
          </w:p>
        </w:tc>
        <w:tc>
          <w:tcPr>
            <w:tcW w:w="1354" w:type="dxa"/>
          </w:tcPr>
          <w:p w14:paraId="694862C1" w14:textId="62AA028E" w:rsidR="00DE01A3" w:rsidRDefault="00E54FDC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Q23, Q25</w:t>
            </w:r>
          </w:p>
        </w:tc>
        <w:tc>
          <w:tcPr>
            <w:tcW w:w="1328" w:type="dxa"/>
          </w:tcPr>
          <w:p w14:paraId="62F3D8D4" w14:textId="77777777" w:rsidR="00152D26" w:rsidRDefault="0028337D" w:rsidP="00E6610E">
            <w:r>
              <w:t>C11</w:t>
            </w:r>
          </w:p>
          <w:p w14:paraId="694862C2" w14:textId="4CA3A343" w:rsidR="002929B4" w:rsidRDefault="002929B4" w:rsidP="00E6610E">
            <w:r>
              <w:t>Lab Report 14</w:t>
            </w:r>
          </w:p>
        </w:tc>
      </w:tr>
      <w:tr w:rsidR="00527656" w14:paraId="694862CE" w14:textId="77777777" w:rsidTr="00152D26">
        <w:tc>
          <w:tcPr>
            <w:tcW w:w="1044" w:type="dxa"/>
            <w:vMerge/>
          </w:tcPr>
          <w:p w14:paraId="694862C4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C5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C6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6.3</w:t>
            </w:r>
          </w:p>
        </w:tc>
        <w:tc>
          <w:tcPr>
            <w:tcW w:w="4128" w:type="dxa"/>
          </w:tcPr>
          <w:p w14:paraId="694862C7" w14:textId="77777777" w:rsidR="00152D26" w:rsidRDefault="00152D26" w:rsidP="00E54FDC">
            <w:pPr>
              <w:spacing w:before="60" w:after="60" w:line="240" w:lineRule="auto"/>
            </w:pPr>
            <w:r>
              <w:t>Safely collect and dispose of laboratory and hazardous waste</w:t>
            </w:r>
          </w:p>
        </w:tc>
        <w:tc>
          <w:tcPr>
            <w:tcW w:w="1359" w:type="dxa"/>
          </w:tcPr>
          <w:p w14:paraId="694862C8" w14:textId="77777777" w:rsidR="00152D26" w:rsidRDefault="00152D26" w:rsidP="00E6610E"/>
        </w:tc>
        <w:tc>
          <w:tcPr>
            <w:tcW w:w="1328" w:type="dxa"/>
          </w:tcPr>
          <w:p w14:paraId="694862C9" w14:textId="77777777" w:rsidR="00152D26" w:rsidRDefault="00152D26" w:rsidP="00E6610E"/>
        </w:tc>
        <w:tc>
          <w:tcPr>
            <w:tcW w:w="1354" w:type="dxa"/>
          </w:tcPr>
          <w:p w14:paraId="694862CB" w14:textId="08B51307" w:rsidR="00DE01A3" w:rsidRDefault="000B7D66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Q24</w:t>
            </w:r>
          </w:p>
          <w:p w14:paraId="694862CC" w14:textId="13303263" w:rsidR="000B7D66" w:rsidRDefault="000B7D66" w:rsidP="00E54FDC">
            <w:pPr>
              <w:spacing w:before="60" w:after="60" w:line="240" w:lineRule="auto"/>
            </w:pPr>
          </w:p>
        </w:tc>
        <w:tc>
          <w:tcPr>
            <w:tcW w:w="1328" w:type="dxa"/>
          </w:tcPr>
          <w:p w14:paraId="21ACE5E1" w14:textId="77777777" w:rsidR="00152D26" w:rsidRDefault="002929B4" w:rsidP="00E6610E">
            <w:r>
              <w:t xml:space="preserve">A2, </w:t>
            </w:r>
            <w:r w:rsidR="000F762E">
              <w:t>C12</w:t>
            </w:r>
          </w:p>
          <w:p w14:paraId="694862CD" w14:textId="0F49318E" w:rsidR="002929B4" w:rsidRDefault="002929B4" w:rsidP="00E6610E">
            <w:r>
              <w:t>Lab Report</w:t>
            </w:r>
          </w:p>
        </w:tc>
      </w:tr>
      <w:tr w:rsidR="00527656" w14:paraId="694862D8" w14:textId="77777777" w:rsidTr="00152D26">
        <w:tc>
          <w:tcPr>
            <w:tcW w:w="1044" w:type="dxa"/>
            <w:vMerge/>
          </w:tcPr>
          <w:p w14:paraId="694862CF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D0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D1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6.4</w:t>
            </w:r>
          </w:p>
        </w:tc>
        <w:tc>
          <w:tcPr>
            <w:tcW w:w="4128" w:type="dxa"/>
          </w:tcPr>
          <w:p w14:paraId="694862D2" w14:textId="77777777" w:rsidR="00152D26" w:rsidRDefault="00152D26" w:rsidP="00E54FDC">
            <w:pPr>
              <w:spacing w:before="60" w:after="60" w:line="240" w:lineRule="auto"/>
            </w:pPr>
            <w:r>
              <w:t>Care for and store equipment and reagents as required</w:t>
            </w:r>
          </w:p>
        </w:tc>
        <w:tc>
          <w:tcPr>
            <w:tcW w:w="1359" w:type="dxa"/>
          </w:tcPr>
          <w:p w14:paraId="694862D3" w14:textId="77777777" w:rsidR="00152D26" w:rsidRDefault="00152D26" w:rsidP="00E6610E"/>
        </w:tc>
        <w:tc>
          <w:tcPr>
            <w:tcW w:w="1328" w:type="dxa"/>
          </w:tcPr>
          <w:p w14:paraId="694862D4" w14:textId="77777777" w:rsidR="00152D26" w:rsidRDefault="00152D26" w:rsidP="00E6610E"/>
        </w:tc>
        <w:tc>
          <w:tcPr>
            <w:tcW w:w="1354" w:type="dxa"/>
          </w:tcPr>
          <w:p w14:paraId="694862D6" w14:textId="0711C7EF" w:rsidR="00DE01A3" w:rsidRDefault="000B7D66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Q26</w:t>
            </w:r>
          </w:p>
        </w:tc>
        <w:tc>
          <w:tcPr>
            <w:tcW w:w="1328" w:type="dxa"/>
          </w:tcPr>
          <w:p w14:paraId="694862D7" w14:textId="77777777" w:rsidR="00152D26" w:rsidRDefault="000F762E" w:rsidP="00E6610E">
            <w:r>
              <w:t>C15</w:t>
            </w:r>
          </w:p>
        </w:tc>
      </w:tr>
      <w:tr w:rsidR="00527656" w14:paraId="694862E3" w14:textId="77777777" w:rsidTr="00152D26">
        <w:tc>
          <w:tcPr>
            <w:tcW w:w="1044" w:type="dxa"/>
            <w:vMerge w:val="restart"/>
          </w:tcPr>
          <w:p w14:paraId="694862D9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7</w:t>
            </w:r>
          </w:p>
        </w:tc>
        <w:tc>
          <w:tcPr>
            <w:tcW w:w="1947" w:type="dxa"/>
            <w:vMerge w:val="restart"/>
          </w:tcPr>
          <w:p w14:paraId="694862DA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Maintain laboratory records</w:t>
            </w:r>
          </w:p>
        </w:tc>
        <w:tc>
          <w:tcPr>
            <w:tcW w:w="1504" w:type="dxa"/>
          </w:tcPr>
          <w:p w14:paraId="694862DB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7.1</w:t>
            </w:r>
          </w:p>
        </w:tc>
        <w:tc>
          <w:tcPr>
            <w:tcW w:w="4128" w:type="dxa"/>
          </w:tcPr>
          <w:p w14:paraId="694862DC" w14:textId="77777777" w:rsidR="00152D26" w:rsidRDefault="00152D26" w:rsidP="00E54FDC">
            <w:pPr>
              <w:spacing w:before="60" w:after="60" w:line="240" w:lineRule="auto"/>
            </w:pPr>
            <w:r>
              <w:t>Record entries on report forms or into a laboratory information management system accurately calculating, recording or transcribing data as required</w:t>
            </w:r>
          </w:p>
        </w:tc>
        <w:tc>
          <w:tcPr>
            <w:tcW w:w="1359" w:type="dxa"/>
          </w:tcPr>
          <w:p w14:paraId="694862DD" w14:textId="77777777" w:rsidR="00152D26" w:rsidRDefault="00152D26" w:rsidP="00E6610E"/>
        </w:tc>
        <w:tc>
          <w:tcPr>
            <w:tcW w:w="1328" w:type="dxa"/>
          </w:tcPr>
          <w:p w14:paraId="694862DE" w14:textId="77777777" w:rsidR="00152D26" w:rsidRDefault="00152D26" w:rsidP="00E6610E"/>
        </w:tc>
        <w:tc>
          <w:tcPr>
            <w:tcW w:w="1354" w:type="dxa"/>
          </w:tcPr>
          <w:p w14:paraId="694862E1" w14:textId="0F3B1A88" w:rsidR="00416BB5" w:rsidRDefault="00527656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Q28</w:t>
            </w:r>
          </w:p>
        </w:tc>
        <w:tc>
          <w:tcPr>
            <w:tcW w:w="1328" w:type="dxa"/>
          </w:tcPr>
          <w:p w14:paraId="05FEDB9F" w14:textId="77777777" w:rsidR="00152D26" w:rsidRDefault="000F762E" w:rsidP="00E6610E">
            <w:r>
              <w:t>D18</w:t>
            </w:r>
          </w:p>
          <w:p w14:paraId="694862E2" w14:textId="60492266" w:rsidR="002929B4" w:rsidRDefault="002929B4" w:rsidP="00E6610E">
            <w:r>
              <w:t>Lab Report</w:t>
            </w:r>
          </w:p>
        </w:tc>
      </w:tr>
      <w:tr w:rsidR="00527656" w14:paraId="694862ED" w14:textId="77777777" w:rsidTr="00152D26">
        <w:tc>
          <w:tcPr>
            <w:tcW w:w="1044" w:type="dxa"/>
            <w:vMerge/>
          </w:tcPr>
          <w:p w14:paraId="694862E4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vMerge/>
          </w:tcPr>
          <w:p w14:paraId="694862E5" w14:textId="77777777" w:rsidR="00152D26" w:rsidRPr="00E773E6" w:rsidRDefault="00152D26" w:rsidP="00E6610E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4862E6" w14:textId="77777777" w:rsidR="00152D26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7.2</w:t>
            </w:r>
          </w:p>
        </w:tc>
        <w:tc>
          <w:tcPr>
            <w:tcW w:w="4128" w:type="dxa"/>
          </w:tcPr>
          <w:p w14:paraId="694862E7" w14:textId="77777777" w:rsidR="00152D26" w:rsidRDefault="00152D26" w:rsidP="00E54FDC">
            <w:pPr>
              <w:spacing w:before="60" w:after="60" w:line="240" w:lineRule="auto"/>
            </w:pPr>
            <w:r>
              <w:t>Ensure traceability of sample from receipt to reporting of results</w:t>
            </w:r>
          </w:p>
        </w:tc>
        <w:tc>
          <w:tcPr>
            <w:tcW w:w="1359" w:type="dxa"/>
          </w:tcPr>
          <w:p w14:paraId="694862E8" w14:textId="77777777" w:rsidR="00152D26" w:rsidRDefault="00152D26" w:rsidP="00E6610E"/>
        </w:tc>
        <w:tc>
          <w:tcPr>
            <w:tcW w:w="1328" w:type="dxa"/>
          </w:tcPr>
          <w:p w14:paraId="694862E9" w14:textId="77777777" w:rsidR="00152D26" w:rsidRDefault="00913381" w:rsidP="00E6610E">
            <w:r>
              <w:t>Q27</w:t>
            </w:r>
          </w:p>
        </w:tc>
        <w:tc>
          <w:tcPr>
            <w:tcW w:w="1354" w:type="dxa"/>
          </w:tcPr>
          <w:p w14:paraId="694862EB" w14:textId="6C56B61F" w:rsidR="00DE01A3" w:rsidRDefault="00527656" w:rsidP="00E54FDC">
            <w:pPr>
              <w:spacing w:before="60" w:after="60" w:line="240" w:lineRule="auto"/>
            </w:pPr>
            <w:r>
              <w:t xml:space="preserve">Assignment </w:t>
            </w:r>
            <w:r w:rsidR="00DE01A3">
              <w:t>Q29</w:t>
            </w:r>
          </w:p>
        </w:tc>
        <w:tc>
          <w:tcPr>
            <w:tcW w:w="1328" w:type="dxa"/>
          </w:tcPr>
          <w:p w14:paraId="694862EC" w14:textId="1A014BF3" w:rsidR="00152D26" w:rsidRDefault="002929B4" w:rsidP="00E6610E">
            <w:r>
              <w:t>Lab Report 3a, 11b</w:t>
            </w:r>
          </w:p>
        </w:tc>
      </w:tr>
    </w:tbl>
    <w:p w14:paraId="694862EE" w14:textId="77777777" w:rsidR="00E6610E" w:rsidRPr="00846354" w:rsidRDefault="00152D26" w:rsidP="00E6610E">
      <w:pPr>
        <w:pStyle w:val="Heading2"/>
      </w:pPr>
      <w:r w:rsidRPr="00846354">
        <w:t>Foundation skills NOT explicit in the performance criteria</w:t>
      </w:r>
    </w:p>
    <w:p w14:paraId="694862EF" w14:textId="1083F291" w:rsidR="00E6610E" w:rsidRDefault="00152D26" w:rsidP="00E6610E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25596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6555C4">
        <w:t>Foundation skills NOT explicit in the performance criteria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Foundation skills NOT explicit in the performance criteria"/>
        <w:tblDescription w:val="Foundation skills NOT explicit in the performance criteria"/>
      </w:tblPr>
      <w:tblGrid>
        <w:gridCol w:w="3233"/>
        <w:gridCol w:w="4704"/>
        <w:gridCol w:w="1448"/>
        <w:gridCol w:w="1546"/>
        <w:gridCol w:w="1546"/>
        <w:gridCol w:w="1515"/>
      </w:tblGrid>
      <w:tr w:rsidR="00EE25BD" w14:paraId="694862F8" w14:textId="77777777" w:rsidTr="003C6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233" w:type="dxa"/>
          </w:tcPr>
          <w:p w14:paraId="694862F0" w14:textId="77777777" w:rsidR="00EE25BD" w:rsidRDefault="00EE25BD" w:rsidP="00EE25BD">
            <w:r>
              <w:t>Foundation skills</w:t>
            </w:r>
          </w:p>
        </w:tc>
        <w:tc>
          <w:tcPr>
            <w:tcW w:w="4704" w:type="dxa"/>
          </w:tcPr>
          <w:p w14:paraId="694862F1" w14:textId="77777777" w:rsidR="00EE25BD" w:rsidRDefault="00EE25BD" w:rsidP="00EE25BD">
            <w:r>
              <w:t>Description</w:t>
            </w:r>
          </w:p>
        </w:tc>
        <w:tc>
          <w:tcPr>
            <w:tcW w:w="1448" w:type="dxa"/>
          </w:tcPr>
          <w:p w14:paraId="694862F2" w14:textId="78BB324F" w:rsidR="00EE25BD" w:rsidRDefault="00EE25BD" w:rsidP="00EE25BD">
            <w:r>
              <w:t>Learning resources</w:t>
            </w:r>
          </w:p>
        </w:tc>
        <w:tc>
          <w:tcPr>
            <w:tcW w:w="1546" w:type="dxa"/>
          </w:tcPr>
          <w:p w14:paraId="6077C8F8" w14:textId="3C19660B" w:rsidR="00EE25BD" w:rsidRDefault="00686C49" w:rsidP="00EE25BD">
            <w:r>
              <w:t>Knowledge A</w:t>
            </w:r>
            <w:r w:rsidR="00EE25BD">
              <w:t xml:space="preserve">ssessment </w:t>
            </w:r>
          </w:p>
          <w:p w14:paraId="694862F3" w14:textId="6E65B6CC" w:rsidR="00EE25BD" w:rsidRPr="00BB2FB9" w:rsidRDefault="00EE25BD" w:rsidP="00EE25BD">
            <w:r>
              <w:t>1 of 3</w:t>
            </w:r>
          </w:p>
        </w:tc>
        <w:tc>
          <w:tcPr>
            <w:tcW w:w="1546" w:type="dxa"/>
          </w:tcPr>
          <w:p w14:paraId="694862F4" w14:textId="5B4E809D" w:rsidR="00EE25BD" w:rsidRDefault="00EE25BD" w:rsidP="00EE25BD">
            <w:r>
              <w:t>Project Assessment  2 of 3</w:t>
            </w:r>
          </w:p>
        </w:tc>
        <w:tc>
          <w:tcPr>
            <w:tcW w:w="1515" w:type="dxa"/>
          </w:tcPr>
          <w:p w14:paraId="694862F7" w14:textId="0BF18513" w:rsidR="00EE25BD" w:rsidRDefault="00EE25BD" w:rsidP="00EE25BD">
            <w:r>
              <w:t>Skills Assessment 3  of 3</w:t>
            </w:r>
          </w:p>
        </w:tc>
      </w:tr>
      <w:tr w:rsidR="00F85394" w14:paraId="6948631B" w14:textId="77777777" w:rsidTr="003C6BF5">
        <w:tc>
          <w:tcPr>
            <w:tcW w:w="3233" w:type="dxa"/>
          </w:tcPr>
          <w:p w14:paraId="69486315" w14:textId="77777777" w:rsidR="00F85394" w:rsidRPr="00E773E6" w:rsidRDefault="00F85394" w:rsidP="00F85394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Numeracy skills to</w:t>
            </w:r>
          </w:p>
        </w:tc>
        <w:tc>
          <w:tcPr>
            <w:tcW w:w="4704" w:type="dxa"/>
          </w:tcPr>
          <w:p w14:paraId="69486316" w14:textId="0A393663" w:rsidR="00F85394" w:rsidRDefault="00F85394" w:rsidP="00F85394">
            <w:r>
              <w:t>Calculate the concentration of solutions.</w:t>
            </w:r>
          </w:p>
        </w:tc>
        <w:tc>
          <w:tcPr>
            <w:tcW w:w="1448" w:type="dxa"/>
          </w:tcPr>
          <w:p w14:paraId="69486317" w14:textId="77777777" w:rsidR="00F85394" w:rsidRDefault="00F85394" w:rsidP="00F85394"/>
        </w:tc>
        <w:tc>
          <w:tcPr>
            <w:tcW w:w="1546" w:type="dxa"/>
          </w:tcPr>
          <w:p w14:paraId="69486318" w14:textId="4FE81D66" w:rsidR="00F85394" w:rsidRDefault="00F85394" w:rsidP="00F85394">
            <w:r>
              <w:t>Q17</w:t>
            </w:r>
          </w:p>
        </w:tc>
        <w:tc>
          <w:tcPr>
            <w:tcW w:w="1546" w:type="dxa"/>
          </w:tcPr>
          <w:p w14:paraId="69486319" w14:textId="77777777" w:rsidR="00F85394" w:rsidRDefault="00F85394" w:rsidP="00F85394"/>
        </w:tc>
        <w:tc>
          <w:tcPr>
            <w:tcW w:w="1515" w:type="dxa"/>
          </w:tcPr>
          <w:p w14:paraId="6948631A" w14:textId="16BCBD0E" w:rsidR="00F85394" w:rsidRDefault="00F85394" w:rsidP="00F85394">
            <w:r>
              <w:t>Lab Report 10</w:t>
            </w:r>
          </w:p>
        </w:tc>
      </w:tr>
      <w:tr w:rsidR="003C6BF5" w14:paraId="69486322" w14:textId="77777777" w:rsidTr="003C6BF5">
        <w:tc>
          <w:tcPr>
            <w:tcW w:w="3233" w:type="dxa"/>
          </w:tcPr>
          <w:p w14:paraId="6948631C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Problem solving skills to</w:t>
            </w:r>
          </w:p>
        </w:tc>
        <w:tc>
          <w:tcPr>
            <w:tcW w:w="4704" w:type="dxa"/>
          </w:tcPr>
          <w:p w14:paraId="6948631D" w14:textId="1439A190" w:rsidR="00E6610E" w:rsidRDefault="00F85394" w:rsidP="00E6610E">
            <w:r>
              <w:t>Problem-solving skills to trace and source obvious causes of artefacts, track obvious test malfunctions for standardised procedures, and troubleshoot basic equipment and methods.</w:t>
            </w:r>
          </w:p>
        </w:tc>
        <w:tc>
          <w:tcPr>
            <w:tcW w:w="1448" w:type="dxa"/>
          </w:tcPr>
          <w:p w14:paraId="6948631E" w14:textId="77777777" w:rsidR="00E6610E" w:rsidRDefault="00E6610E" w:rsidP="00E6610E"/>
        </w:tc>
        <w:tc>
          <w:tcPr>
            <w:tcW w:w="1546" w:type="dxa"/>
          </w:tcPr>
          <w:p w14:paraId="6948631F" w14:textId="77777777" w:rsidR="00E6610E" w:rsidRDefault="00E6610E" w:rsidP="00E6610E"/>
        </w:tc>
        <w:tc>
          <w:tcPr>
            <w:tcW w:w="1546" w:type="dxa"/>
          </w:tcPr>
          <w:p w14:paraId="69486320" w14:textId="30965377" w:rsidR="00E6610E" w:rsidRDefault="00F85394" w:rsidP="00277F1F">
            <w:r>
              <w:t xml:space="preserve">Assignment Q17, Q18 </w:t>
            </w:r>
          </w:p>
        </w:tc>
        <w:tc>
          <w:tcPr>
            <w:tcW w:w="1515" w:type="dxa"/>
          </w:tcPr>
          <w:p w14:paraId="69486321" w14:textId="77777777" w:rsidR="00E6610E" w:rsidRDefault="00E6610E" w:rsidP="00E6610E"/>
        </w:tc>
      </w:tr>
    </w:tbl>
    <w:p w14:paraId="69486346" w14:textId="77777777" w:rsidR="00E6610E" w:rsidRPr="000C77E6" w:rsidRDefault="00152D26" w:rsidP="00E6610E">
      <w:pPr>
        <w:rPr>
          <w:rFonts w:eastAsia="Times New Roman"/>
          <w:noProof/>
          <w:kern w:val="22"/>
          <w:sz w:val="32"/>
          <w:szCs w:val="32"/>
          <w:lang w:eastAsia="en-AU"/>
        </w:rPr>
      </w:pPr>
      <w:r w:rsidRPr="000C77E6">
        <w:br w:type="page"/>
      </w:r>
    </w:p>
    <w:p w14:paraId="69486347" w14:textId="77777777" w:rsidR="00E6610E" w:rsidRPr="00846354" w:rsidRDefault="00152D26" w:rsidP="00E6610E">
      <w:pPr>
        <w:pStyle w:val="Heading2"/>
      </w:pPr>
      <w:r w:rsidRPr="00846354">
        <w:lastRenderedPageBreak/>
        <w:t>Performance evidence</w:t>
      </w:r>
    </w:p>
    <w:p w14:paraId="69486348" w14:textId="10A76AB5" w:rsidR="00E6610E" w:rsidRDefault="00152D26" w:rsidP="00E6610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25596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991909">
        <w:t>Performance evidence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Performance evidence"/>
        <w:tblDescription w:val="Performance evidence"/>
      </w:tblPr>
      <w:tblGrid>
        <w:gridCol w:w="1505"/>
        <w:gridCol w:w="6487"/>
        <w:gridCol w:w="1437"/>
        <w:gridCol w:w="1531"/>
        <w:gridCol w:w="1531"/>
        <w:gridCol w:w="1501"/>
      </w:tblGrid>
      <w:tr w:rsidR="00EE25BD" w14:paraId="69486351" w14:textId="77777777" w:rsidTr="003C6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05" w:type="dxa"/>
          </w:tcPr>
          <w:p w14:paraId="69486349" w14:textId="77777777" w:rsidR="00EE25BD" w:rsidRDefault="00EE25BD" w:rsidP="00EE25BD">
            <w:r>
              <w:t>Performance evidence</w:t>
            </w:r>
          </w:p>
        </w:tc>
        <w:tc>
          <w:tcPr>
            <w:tcW w:w="6487" w:type="dxa"/>
          </w:tcPr>
          <w:p w14:paraId="6948634A" w14:textId="77777777" w:rsidR="00EE25BD" w:rsidRDefault="00EE25BD" w:rsidP="00EE25BD">
            <w:r>
              <w:t>Description</w:t>
            </w:r>
          </w:p>
        </w:tc>
        <w:tc>
          <w:tcPr>
            <w:tcW w:w="1437" w:type="dxa"/>
          </w:tcPr>
          <w:p w14:paraId="6948634B" w14:textId="31519EA7" w:rsidR="00EE25BD" w:rsidRDefault="00EE25BD" w:rsidP="00EE25BD">
            <w:r>
              <w:t>Learning resources</w:t>
            </w:r>
          </w:p>
        </w:tc>
        <w:tc>
          <w:tcPr>
            <w:tcW w:w="1531" w:type="dxa"/>
          </w:tcPr>
          <w:p w14:paraId="6948634C" w14:textId="2781C10A" w:rsidR="00EE25BD" w:rsidRPr="00BB2FB9" w:rsidRDefault="00686C49" w:rsidP="00EE25BD">
            <w:r>
              <w:t>Knowledge A</w:t>
            </w:r>
            <w:r w:rsidR="00EE25BD">
              <w:t>ssessment 1 of 3</w:t>
            </w:r>
          </w:p>
        </w:tc>
        <w:tc>
          <w:tcPr>
            <w:tcW w:w="1531" w:type="dxa"/>
          </w:tcPr>
          <w:p w14:paraId="6948634D" w14:textId="42AC0F27" w:rsidR="00EE25BD" w:rsidRDefault="00EE25BD" w:rsidP="00EE25BD">
            <w:r>
              <w:t>Project Assessment  2 of 3</w:t>
            </w:r>
          </w:p>
        </w:tc>
        <w:tc>
          <w:tcPr>
            <w:tcW w:w="1501" w:type="dxa"/>
          </w:tcPr>
          <w:p w14:paraId="69486350" w14:textId="577927F1" w:rsidR="00EE25BD" w:rsidRDefault="00EE25BD" w:rsidP="00EE25BD">
            <w:r>
              <w:t>Skills Assessment 3   of 3</w:t>
            </w:r>
          </w:p>
        </w:tc>
      </w:tr>
      <w:tr w:rsidR="003C6BF5" w14:paraId="69486358" w14:textId="77777777" w:rsidTr="003C6BF5">
        <w:tc>
          <w:tcPr>
            <w:tcW w:w="1505" w:type="dxa"/>
          </w:tcPr>
          <w:p w14:paraId="69486352" w14:textId="77777777" w:rsidR="00E6610E" w:rsidRPr="00E773E6" w:rsidRDefault="00E6610E" w:rsidP="00E6610E">
            <w:pPr>
              <w:rPr>
                <w:sz w:val="22"/>
                <w:szCs w:val="22"/>
              </w:rPr>
            </w:pPr>
          </w:p>
        </w:tc>
        <w:tc>
          <w:tcPr>
            <w:tcW w:w="6487" w:type="dxa"/>
          </w:tcPr>
          <w:p w14:paraId="69486353" w14:textId="77777777" w:rsidR="00E6610E" w:rsidRDefault="00152D26" w:rsidP="00E6610E">
            <w:r>
              <w:t>There must be evidence the candidate has completed the tasks outlined in the elements and performance criteria of this unit, and:</w:t>
            </w:r>
          </w:p>
        </w:tc>
        <w:tc>
          <w:tcPr>
            <w:tcW w:w="1437" w:type="dxa"/>
          </w:tcPr>
          <w:p w14:paraId="69486354" w14:textId="77777777" w:rsidR="00E6610E" w:rsidRDefault="00E6610E" w:rsidP="00E6610E"/>
        </w:tc>
        <w:tc>
          <w:tcPr>
            <w:tcW w:w="1531" w:type="dxa"/>
          </w:tcPr>
          <w:p w14:paraId="69486355" w14:textId="77777777" w:rsidR="00E6610E" w:rsidRDefault="00E6610E" w:rsidP="00E6610E"/>
        </w:tc>
        <w:tc>
          <w:tcPr>
            <w:tcW w:w="1531" w:type="dxa"/>
          </w:tcPr>
          <w:p w14:paraId="69486356" w14:textId="77777777" w:rsidR="00E6610E" w:rsidRDefault="00E6610E" w:rsidP="00E6610E"/>
        </w:tc>
        <w:tc>
          <w:tcPr>
            <w:tcW w:w="1501" w:type="dxa"/>
          </w:tcPr>
          <w:p w14:paraId="69486357" w14:textId="77777777" w:rsidR="00E6610E" w:rsidRDefault="00E6610E" w:rsidP="00E6610E"/>
        </w:tc>
      </w:tr>
      <w:tr w:rsidR="003C6BF5" w14:paraId="6948635F" w14:textId="77777777" w:rsidTr="003C6BF5">
        <w:tc>
          <w:tcPr>
            <w:tcW w:w="1505" w:type="dxa"/>
          </w:tcPr>
          <w:p w14:paraId="69486359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</w:t>
            </w:r>
          </w:p>
        </w:tc>
        <w:tc>
          <w:tcPr>
            <w:tcW w:w="6487" w:type="dxa"/>
          </w:tcPr>
          <w:p w14:paraId="6948635A" w14:textId="77777777" w:rsidR="00E6610E" w:rsidRDefault="00152D26" w:rsidP="00E6610E">
            <w:r>
              <w:t>Safely performed at least 3 different chemical tests involving several measurement steps including at least 1 of the following:</w:t>
            </w:r>
          </w:p>
        </w:tc>
        <w:tc>
          <w:tcPr>
            <w:tcW w:w="1437" w:type="dxa"/>
          </w:tcPr>
          <w:p w14:paraId="6948635B" w14:textId="77777777" w:rsidR="00E6610E" w:rsidRDefault="00E6610E" w:rsidP="00E6610E"/>
        </w:tc>
        <w:tc>
          <w:tcPr>
            <w:tcW w:w="1531" w:type="dxa"/>
          </w:tcPr>
          <w:p w14:paraId="6948635C" w14:textId="77777777" w:rsidR="00E6610E" w:rsidRDefault="00E6610E" w:rsidP="00E6610E"/>
        </w:tc>
        <w:tc>
          <w:tcPr>
            <w:tcW w:w="1531" w:type="dxa"/>
          </w:tcPr>
          <w:p w14:paraId="6948635D" w14:textId="275F8DF1" w:rsidR="00E6610E" w:rsidRDefault="00E6610E" w:rsidP="00E6610E"/>
        </w:tc>
        <w:tc>
          <w:tcPr>
            <w:tcW w:w="1501" w:type="dxa"/>
          </w:tcPr>
          <w:p w14:paraId="6948635E" w14:textId="77FD1ECF" w:rsidR="00E6610E" w:rsidRDefault="00E6610E" w:rsidP="00E6610E"/>
        </w:tc>
      </w:tr>
      <w:tr w:rsidR="000C64D8" w14:paraId="69486366" w14:textId="77777777" w:rsidTr="003C6BF5">
        <w:tc>
          <w:tcPr>
            <w:tcW w:w="1505" w:type="dxa"/>
          </w:tcPr>
          <w:p w14:paraId="69486360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PE1.1</w:t>
            </w:r>
          </w:p>
        </w:tc>
        <w:tc>
          <w:tcPr>
            <w:tcW w:w="6487" w:type="dxa"/>
          </w:tcPr>
          <w:p w14:paraId="69486361" w14:textId="77777777" w:rsidR="000C64D8" w:rsidRDefault="000C64D8" w:rsidP="000C64D8">
            <w:pPr>
              <w:numPr>
                <w:ilvl w:val="0"/>
                <w:numId w:val="9"/>
              </w:numPr>
            </w:pPr>
            <w:r>
              <w:t>colorimetric techniques</w:t>
            </w:r>
          </w:p>
        </w:tc>
        <w:tc>
          <w:tcPr>
            <w:tcW w:w="1437" w:type="dxa"/>
          </w:tcPr>
          <w:p w14:paraId="69486362" w14:textId="77777777" w:rsidR="000C64D8" w:rsidRDefault="000C64D8" w:rsidP="000C64D8"/>
        </w:tc>
        <w:tc>
          <w:tcPr>
            <w:tcW w:w="1531" w:type="dxa"/>
          </w:tcPr>
          <w:p w14:paraId="69486363" w14:textId="77777777" w:rsidR="000C64D8" w:rsidRDefault="000C64D8" w:rsidP="000C64D8"/>
        </w:tc>
        <w:tc>
          <w:tcPr>
            <w:tcW w:w="1531" w:type="dxa"/>
            <w:vMerge w:val="restart"/>
          </w:tcPr>
          <w:p w14:paraId="69486364" w14:textId="3AE3E3E9" w:rsidR="000C64D8" w:rsidRDefault="008806C7" w:rsidP="000C64D8">
            <w:r>
              <w:t>Marking guide provided for PE1.3</w:t>
            </w:r>
          </w:p>
        </w:tc>
        <w:tc>
          <w:tcPr>
            <w:tcW w:w="1501" w:type="dxa"/>
            <w:vMerge w:val="restart"/>
          </w:tcPr>
          <w:p w14:paraId="4E91917C" w14:textId="77777777" w:rsidR="000C64D8" w:rsidRDefault="000C64D8" w:rsidP="000C64D8">
            <w:r>
              <w:t>At least 1, possibly 3 from the list undertaken.</w:t>
            </w:r>
          </w:p>
          <w:p w14:paraId="69486365" w14:textId="481CABF1" w:rsidR="000C64D8" w:rsidRDefault="000C64D8" w:rsidP="000C64D8">
            <w:r>
              <w:t xml:space="preserve">Final list is a local decision. Marking guide </w:t>
            </w:r>
            <w:r>
              <w:lastRenderedPageBreak/>
              <w:t>provided for PE1.3</w:t>
            </w:r>
          </w:p>
        </w:tc>
      </w:tr>
      <w:tr w:rsidR="000C64D8" w14:paraId="6948636D" w14:textId="77777777" w:rsidTr="003C6BF5">
        <w:tc>
          <w:tcPr>
            <w:tcW w:w="1505" w:type="dxa"/>
          </w:tcPr>
          <w:p w14:paraId="69486367" w14:textId="4187264D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PE1.2</w:t>
            </w:r>
          </w:p>
        </w:tc>
        <w:tc>
          <w:tcPr>
            <w:tcW w:w="6487" w:type="dxa"/>
          </w:tcPr>
          <w:p w14:paraId="69486368" w14:textId="77777777" w:rsidR="000C64D8" w:rsidRDefault="000C64D8" w:rsidP="000C64D8">
            <w:pPr>
              <w:numPr>
                <w:ilvl w:val="0"/>
                <w:numId w:val="10"/>
              </w:numPr>
            </w:pPr>
            <w:r>
              <w:t>infrared and ultraviolet-visible (UV-VIS) spectrophotometry</w:t>
            </w:r>
          </w:p>
        </w:tc>
        <w:tc>
          <w:tcPr>
            <w:tcW w:w="1437" w:type="dxa"/>
          </w:tcPr>
          <w:p w14:paraId="69486369" w14:textId="77777777" w:rsidR="000C64D8" w:rsidRDefault="000C64D8" w:rsidP="000C64D8"/>
        </w:tc>
        <w:tc>
          <w:tcPr>
            <w:tcW w:w="1531" w:type="dxa"/>
          </w:tcPr>
          <w:p w14:paraId="6948636A" w14:textId="77777777" w:rsidR="000C64D8" w:rsidRDefault="000C64D8" w:rsidP="000C64D8"/>
        </w:tc>
        <w:tc>
          <w:tcPr>
            <w:tcW w:w="1531" w:type="dxa"/>
            <w:vMerge/>
          </w:tcPr>
          <w:p w14:paraId="6948636B" w14:textId="77777777" w:rsidR="000C64D8" w:rsidRDefault="000C64D8" w:rsidP="000C64D8"/>
        </w:tc>
        <w:tc>
          <w:tcPr>
            <w:tcW w:w="1501" w:type="dxa"/>
            <w:vMerge/>
          </w:tcPr>
          <w:p w14:paraId="6948636C" w14:textId="77777777" w:rsidR="000C64D8" w:rsidRDefault="000C64D8" w:rsidP="000C64D8"/>
        </w:tc>
      </w:tr>
      <w:tr w:rsidR="000C64D8" w14:paraId="69486374" w14:textId="77777777" w:rsidTr="003C6BF5">
        <w:tc>
          <w:tcPr>
            <w:tcW w:w="1505" w:type="dxa"/>
          </w:tcPr>
          <w:p w14:paraId="6948636E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PE1.3</w:t>
            </w:r>
          </w:p>
        </w:tc>
        <w:tc>
          <w:tcPr>
            <w:tcW w:w="6487" w:type="dxa"/>
          </w:tcPr>
          <w:p w14:paraId="6948636F" w14:textId="77777777" w:rsidR="000C64D8" w:rsidRDefault="000C64D8" w:rsidP="000C64D8">
            <w:pPr>
              <w:numPr>
                <w:ilvl w:val="0"/>
                <w:numId w:val="11"/>
              </w:numPr>
            </w:pPr>
            <w:r>
              <w:t>other spectrometric techniques</w:t>
            </w:r>
          </w:p>
        </w:tc>
        <w:tc>
          <w:tcPr>
            <w:tcW w:w="1437" w:type="dxa"/>
          </w:tcPr>
          <w:p w14:paraId="69486370" w14:textId="77777777" w:rsidR="000C64D8" w:rsidRDefault="000C64D8" w:rsidP="000C64D8"/>
        </w:tc>
        <w:tc>
          <w:tcPr>
            <w:tcW w:w="1531" w:type="dxa"/>
          </w:tcPr>
          <w:p w14:paraId="69486371" w14:textId="77777777" w:rsidR="000C64D8" w:rsidRDefault="000C64D8" w:rsidP="000C64D8"/>
        </w:tc>
        <w:tc>
          <w:tcPr>
            <w:tcW w:w="1531" w:type="dxa"/>
            <w:vMerge/>
          </w:tcPr>
          <w:p w14:paraId="69486372" w14:textId="77777777" w:rsidR="000C64D8" w:rsidRDefault="000C64D8" w:rsidP="000C64D8"/>
        </w:tc>
        <w:tc>
          <w:tcPr>
            <w:tcW w:w="1501" w:type="dxa"/>
            <w:vMerge/>
          </w:tcPr>
          <w:p w14:paraId="69486373" w14:textId="77777777" w:rsidR="000C64D8" w:rsidRDefault="000C64D8" w:rsidP="000C64D8"/>
        </w:tc>
      </w:tr>
      <w:tr w:rsidR="000C64D8" w14:paraId="6948637B" w14:textId="77777777" w:rsidTr="003C6BF5">
        <w:tc>
          <w:tcPr>
            <w:tcW w:w="1505" w:type="dxa"/>
          </w:tcPr>
          <w:p w14:paraId="69486375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PE1.4</w:t>
            </w:r>
          </w:p>
        </w:tc>
        <w:tc>
          <w:tcPr>
            <w:tcW w:w="6487" w:type="dxa"/>
          </w:tcPr>
          <w:p w14:paraId="69486376" w14:textId="77777777" w:rsidR="000C64D8" w:rsidRDefault="000C64D8" w:rsidP="000C64D8">
            <w:pPr>
              <w:numPr>
                <w:ilvl w:val="0"/>
                <w:numId w:val="12"/>
              </w:numPr>
            </w:pPr>
            <w:r>
              <w:t>chromatographic techniques</w:t>
            </w:r>
          </w:p>
        </w:tc>
        <w:tc>
          <w:tcPr>
            <w:tcW w:w="1437" w:type="dxa"/>
          </w:tcPr>
          <w:p w14:paraId="69486377" w14:textId="77777777" w:rsidR="000C64D8" w:rsidRDefault="000C64D8" w:rsidP="000C64D8"/>
        </w:tc>
        <w:tc>
          <w:tcPr>
            <w:tcW w:w="1531" w:type="dxa"/>
          </w:tcPr>
          <w:p w14:paraId="69486378" w14:textId="77777777" w:rsidR="000C64D8" w:rsidRDefault="000C64D8" w:rsidP="000C64D8"/>
        </w:tc>
        <w:tc>
          <w:tcPr>
            <w:tcW w:w="1531" w:type="dxa"/>
            <w:vMerge/>
          </w:tcPr>
          <w:p w14:paraId="69486379" w14:textId="77777777" w:rsidR="000C64D8" w:rsidRDefault="000C64D8" w:rsidP="000C64D8"/>
        </w:tc>
        <w:tc>
          <w:tcPr>
            <w:tcW w:w="1501" w:type="dxa"/>
            <w:vMerge/>
          </w:tcPr>
          <w:p w14:paraId="6948637A" w14:textId="77777777" w:rsidR="000C64D8" w:rsidRDefault="000C64D8" w:rsidP="000C64D8"/>
        </w:tc>
      </w:tr>
      <w:tr w:rsidR="000C64D8" w14:paraId="69486382" w14:textId="77777777" w:rsidTr="003C6BF5">
        <w:tc>
          <w:tcPr>
            <w:tcW w:w="1505" w:type="dxa"/>
          </w:tcPr>
          <w:p w14:paraId="6948637C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PE1.5</w:t>
            </w:r>
          </w:p>
        </w:tc>
        <w:tc>
          <w:tcPr>
            <w:tcW w:w="6487" w:type="dxa"/>
          </w:tcPr>
          <w:p w14:paraId="6948637D" w14:textId="77777777" w:rsidR="000C64D8" w:rsidRDefault="000C64D8" w:rsidP="000C64D8">
            <w:pPr>
              <w:numPr>
                <w:ilvl w:val="0"/>
                <w:numId w:val="13"/>
              </w:numPr>
            </w:pPr>
            <w:r>
              <w:t>electrochemical techniques</w:t>
            </w:r>
          </w:p>
        </w:tc>
        <w:tc>
          <w:tcPr>
            <w:tcW w:w="1437" w:type="dxa"/>
          </w:tcPr>
          <w:p w14:paraId="6948637E" w14:textId="77777777" w:rsidR="000C64D8" w:rsidRDefault="000C64D8" w:rsidP="000C64D8"/>
        </w:tc>
        <w:tc>
          <w:tcPr>
            <w:tcW w:w="1531" w:type="dxa"/>
          </w:tcPr>
          <w:p w14:paraId="6948637F" w14:textId="77777777" w:rsidR="000C64D8" w:rsidRDefault="000C64D8" w:rsidP="000C64D8"/>
        </w:tc>
        <w:tc>
          <w:tcPr>
            <w:tcW w:w="1531" w:type="dxa"/>
            <w:vMerge/>
          </w:tcPr>
          <w:p w14:paraId="69486380" w14:textId="77777777" w:rsidR="000C64D8" w:rsidRDefault="000C64D8" w:rsidP="000C64D8"/>
        </w:tc>
        <w:tc>
          <w:tcPr>
            <w:tcW w:w="1501" w:type="dxa"/>
            <w:vMerge/>
          </w:tcPr>
          <w:p w14:paraId="69486381" w14:textId="77777777" w:rsidR="000C64D8" w:rsidRDefault="000C64D8" w:rsidP="000C64D8"/>
        </w:tc>
      </w:tr>
      <w:tr w:rsidR="000C64D8" w14:paraId="69486389" w14:textId="77777777" w:rsidTr="003C6BF5">
        <w:tc>
          <w:tcPr>
            <w:tcW w:w="1505" w:type="dxa"/>
          </w:tcPr>
          <w:p w14:paraId="69486383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PE1.6</w:t>
            </w:r>
          </w:p>
        </w:tc>
        <w:tc>
          <w:tcPr>
            <w:tcW w:w="6487" w:type="dxa"/>
          </w:tcPr>
          <w:p w14:paraId="69486384" w14:textId="77777777" w:rsidR="000C64D8" w:rsidRDefault="000C64D8" w:rsidP="000C64D8">
            <w:pPr>
              <w:numPr>
                <w:ilvl w:val="0"/>
                <w:numId w:val="14"/>
              </w:numPr>
            </w:pPr>
            <w:r>
              <w:t>electrophoretic techniques</w:t>
            </w:r>
          </w:p>
        </w:tc>
        <w:tc>
          <w:tcPr>
            <w:tcW w:w="1437" w:type="dxa"/>
          </w:tcPr>
          <w:p w14:paraId="69486385" w14:textId="77777777" w:rsidR="000C64D8" w:rsidRDefault="000C64D8" w:rsidP="000C64D8"/>
        </w:tc>
        <w:tc>
          <w:tcPr>
            <w:tcW w:w="1531" w:type="dxa"/>
          </w:tcPr>
          <w:p w14:paraId="69486386" w14:textId="77777777" w:rsidR="000C64D8" w:rsidRDefault="000C64D8" w:rsidP="000C64D8"/>
        </w:tc>
        <w:tc>
          <w:tcPr>
            <w:tcW w:w="1531" w:type="dxa"/>
            <w:vMerge/>
          </w:tcPr>
          <w:p w14:paraId="69486387" w14:textId="77777777" w:rsidR="000C64D8" w:rsidRDefault="000C64D8" w:rsidP="000C64D8"/>
        </w:tc>
        <w:tc>
          <w:tcPr>
            <w:tcW w:w="1501" w:type="dxa"/>
            <w:vMerge/>
          </w:tcPr>
          <w:p w14:paraId="69486388" w14:textId="77777777" w:rsidR="000C64D8" w:rsidRDefault="000C64D8" w:rsidP="000C64D8"/>
        </w:tc>
      </w:tr>
      <w:tr w:rsidR="000C64D8" w14:paraId="69486390" w14:textId="77777777" w:rsidTr="003C6BF5">
        <w:tc>
          <w:tcPr>
            <w:tcW w:w="1505" w:type="dxa"/>
          </w:tcPr>
          <w:p w14:paraId="6948638A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PE1.7</w:t>
            </w:r>
          </w:p>
        </w:tc>
        <w:tc>
          <w:tcPr>
            <w:tcW w:w="6487" w:type="dxa"/>
          </w:tcPr>
          <w:p w14:paraId="6948638B" w14:textId="77777777" w:rsidR="000C64D8" w:rsidRDefault="000C64D8" w:rsidP="000C64D8">
            <w:pPr>
              <w:numPr>
                <w:ilvl w:val="0"/>
                <w:numId w:val="15"/>
              </w:numPr>
            </w:pPr>
            <w:r>
              <w:t>soil testing techniques</w:t>
            </w:r>
          </w:p>
        </w:tc>
        <w:tc>
          <w:tcPr>
            <w:tcW w:w="1437" w:type="dxa"/>
          </w:tcPr>
          <w:p w14:paraId="6948638C" w14:textId="77777777" w:rsidR="000C64D8" w:rsidRDefault="000C64D8" w:rsidP="000C64D8"/>
        </w:tc>
        <w:tc>
          <w:tcPr>
            <w:tcW w:w="1531" w:type="dxa"/>
          </w:tcPr>
          <w:p w14:paraId="6948638D" w14:textId="77777777" w:rsidR="000C64D8" w:rsidRDefault="000C64D8" w:rsidP="000C64D8"/>
        </w:tc>
        <w:tc>
          <w:tcPr>
            <w:tcW w:w="1531" w:type="dxa"/>
            <w:vMerge/>
          </w:tcPr>
          <w:p w14:paraId="6948638E" w14:textId="77777777" w:rsidR="000C64D8" w:rsidRDefault="000C64D8" w:rsidP="000C64D8"/>
        </w:tc>
        <w:tc>
          <w:tcPr>
            <w:tcW w:w="1501" w:type="dxa"/>
            <w:vMerge/>
          </w:tcPr>
          <w:p w14:paraId="6948638F" w14:textId="77777777" w:rsidR="000C64D8" w:rsidRDefault="000C64D8" w:rsidP="000C64D8"/>
        </w:tc>
      </w:tr>
      <w:tr w:rsidR="000C64D8" w14:paraId="69486397" w14:textId="77777777" w:rsidTr="003C6BF5">
        <w:tc>
          <w:tcPr>
            <w:tcW w:w="1505" w:type="dxa"/>
          </w:tcPr>
          <w:p w14:paraId="69486391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PE1.8</w:t>
            </w:r>
          </w:p>
        </w:tc>
        <w:tc>
          <w:tcPr>
            <w:tcW w:w="6487" w:type="dxa"/>
          </w:tcPr>
          <w:p w14:paraId="69486392" w14:textId="77777777" w:rsidR="000C64D8" w:rsidRDefault="000C64D8" w:rsidP="000C64D8">
            <w:pPr>
              <w:numPr>
                <w:ilvl w:val="0"/>
                <w:numId w:val="16"/>
              </w:numPr>
            </w:pPr>
            <w:r>
              <w:t>gravimetric analysis</w:t>
            </w:r>
          </w:p>
        </w:tc>
        <w:tc>
          <w:tcPr>
            <w:tcW w:w="1437" w:type="dxa"/>
          </w:tcPr>
          <w:p w14:paraId="69486393" w14:textId="77777777" w:rsidR="000C64D8" w:rsidRDefault="000C64D8" w:rsidP="000C64D8"/>
        </w:tc>
        <w:tc>
          <w:tcPr>
            <w:tcW w:w="1531" w:type="dxa"/>
          </w:tcPr>
          <w:p w14:paraId="69486394" w14:textId="77777777" w:rsidR="000C64D8" w:rsidRDefault="000C64D8" w:rsidP="000C64D8"/>
        </w:tc>
        <w:tc>
          <w:tcPr>
            <w:tcW w:w="1531" w:type="dxa"/>
            <w:vMerge/>
          </w:tcPr>
          <w:p w14:paraId="69486395" w14:textId="77777777" w:rsidR="000C64D8" w:rsidRDefault="000C64D8" w:rsidP="000C64D8"/>
        </w:tc>
        <w:tc>
          <w:tcPr>
            <w:tcW w:w="1501" w:type="dxa"/>
            <w:vMerge/>
          </w:tcPr>
          <w:p w14:paraId="69486396" w14:textId="77777777" w:rsidR="000C64D8" w:rsidRDefault="000C64D8" w:rsidP="000C64D8"/>
        </w:tc>
      </w:tr>
      <w:tr w:rsidR="000C64D8" w14:paraId="6948639E" w14:textId="77777777" w:rsidTr="003C6BF5">
        <w:tc>
          <w:tcPr>
            <w:tcW w:w="1505" w:type="dxa"/>
          </w:tcPr>
          <w:p w14:paraId="69486398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PE1.9</w:t>
            </w:r>
          </w:p>
        </w:tc>
        <w:tc>
          <w:tcPr>
            <w:tcW w:w="6487" w:type="dxa"/>
          </w:tcPr>
          <w:p w14:paraId="69486399" w14:textId="77777777" w:rsidR="000C64D8" w:rsidRDefault="000C64D8" w:rsidP="000C64D8">
            <w:pPr>
              <w:numPr>
                <w:ilvl w:val="0"/>
                <w:numId w:val="17"/>
              </w:numPr>
            </w:pPr>
            <w:r>
              <w:t>titrimetric analysis</w:t>
            </w:r>
          </w:p>
        </w:tc>
        <w:tc>
          <w:tcPr>
            <w:tcW w:w="1437" w:type="dxa"/>
          </w:tcPr>
          <w:p w14:paraId="6948639A" w14:textId="77777777" w:rsidR="000C64D8" w:rsidRDefault="000C64D8" w:rsidP="000C64D8"/>
        </w:tc>
        <w:tc>
          <w:tcPr>
            <w:tcW w:w="1531" w:type="dxa"/>
          </w:tcPr>
          <w:p w14:paraId="6948639B" w14:textId="77777777" w:rsidR="000C64D8" w:rsidRDefault="000C64D8" w:rsidP="000C64D8"/>
        </w:tc>
        <w:tc>
          <w:tcPr>
            <w:tcW w:w="1531" w:type="dxa"/>
            <w:vMerge/>
          </w:tcPr>
          <w:p w14:paraId="6948639C" w14:textId="77777777" w:rsidR="000C64D8" w:rsidRDefault="000C64D8" w:rsidP="000C64D8"/>
        </w:tc>
        <w:tc>
          <w:tcPr>
            <w:tcW w:w="1501" w:type="dxa"/>
            <w:vMerge/>
          </w:tcPr>
          <w:p w14:paraId="6948639D" w14:textId="77777777" w:rsidR="000C64D8" w:rsidRDefault="000C64D8" w:rsidP="000C64D8"/>
        </w:tc>
      </w:tr>
      <w:tr w:rsidR="000C64D8" w14:paraId="694863A5" w14:textId="77777777" w:rsidTr="003C6BF5">
        <w:tc>
          <w:tcPr>
            <w:tcW w:w="1505" w:type="dxa"/>
          </w:tcPr>
          <w:p w14:paraId="6948639F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PE1.10</w:t>
            </w:r>
          </w:p>
        </w:tc>
        <w:tc>
          <w:tcPr>
            <w:tcW w:w="6487" w:type="dxa"/>
          </w:tcPr>
          <w:p w14:paraId="694863A0" w14:textId="77777777" w:rsidR="000C64D8" w:rsidRDefault="000C64D8" w:rsidP="000C64D8">
            <w:pPr>
              <w:numPr>
                <w:ilvl w:val="0"/>
                <w:numId w:val="18"/>
              </w:numPr>
            </w:pPr>
            <w:r>
              <w:t>filtration, separation and solvent extraction techniques</w:t>
            </w:r>
          </w:p>
        </w:tc>
        <w:tc>
          <w:tcPr>
            <w:tcW w:w="1437" w:type="dxa"/>
          </w:tcPr>
          <w:p w14:paraId="694863A1" w14:textId="77777777" w:rsidR="000C64D8" w:rsidRDefault="000C64D8" w:rsidP="000C64D8"/>
        </w:tc>
        <w:tc>
          <w:tcPr>
            <w:tcW w:w="1531" w:type="dxa"/>
          </w:tcPr>
          <w:p w14:paraId="694863A2" w14:textId="77777777" w:rsidR="000C64D8" w:rsidRDefault="000C64D8" w:rsidP="000C64D8"/>
        </w:tc>
        <w:tc>
          <w:tcPr>
            <w:tcW w:w="1531" w:type="dxa"/>
            <w:vMerge/>
          </w:tcPr>
          <w:p w14:paraId="694863A3" w14:textId="77777777" w:rsidR="000C64D8" w:rsidRDefault="000C64D8" w:rsidP="000C64D8"/>
        </w:tc>
        <w:tc>
          <w:tcPr>
            <w:tcW w:w="1501" w:type="dxa"/>
            <w:vMerge/>
          </w:tcPr>
          <w:p w14:paraId="694863A4" w14:textId="77777777" w:rsidR="000C64D8" w:rsidRDefault="000C64D8" w:rsidP="000C64D8"/>
        </w:tc>
      </w:tr>
      <w:tr w:rsidR="000C64D8" w14:paraId="694863AC" w14:textId="77777777" w:rsidTr="003C6BF5">
        <w:tc>
          <w:tcPr>
            <w:tcW w:w="1505" w:type="dxa"/>
          </w:tcPr>
          <w:p w14:paraId="694863A6" w14:textId="77777777" w:rsidR="000C64D8" w:rsidRPr="00E773E6" w:rsidRDefault="000C64D8" w:rsidP="000C64D8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PE1.11</w:t>
            </w:r>
          </w:p>
        </w:tc>
        <w:tc>
          <w:tcPr>
            <w:tcW w:w="6487" w:type="dxa"/>
          </w:tcPr>
          <w:p w14:paraId="694863A7" w14:textId="77777777" w:rsidR="000C64D8" w:rsidRDefault="000C64D8" w:rsidP="000C64D8">
            <w:pPr>
              <w:numPr>
                <w:ilvl w:val="0"/>
                <w:numId w:val="19"/>
              </w:numPr>
            </w:pPr>
            <w:proofErr w:type="gramStart"/>
            <w:r>
              <w:t>corrosion</w:t>
            </w:r>
            <w:proofErr w:type="gramEnd"/>
            <w:r>
              <w:t xml:space="preserve"> testing, cement content and accelerated weathering.</w:t>
            </w:r>
          </w:p>
        </w:tc>
        <w:tc>
          <w:tcPr>
            <w:tcW w:w="1437" w:type="dxa"/>
          </w:tcPr>
          <w:p w14:paraId="694863A8" w14:textId="77777777" w:rsidR="000C64D8" w:rsidRDefault="000C64D8" w:rsidP="000C64D8"/>
        </w:tc>
        <w:tc>
          <w:tcPr>
            <w:tcW w:w="1531" w:type="dxa"/>
          </w:tcPr>
          <w:p w14:paraId="694863A9" w14:textId="77777777" w:rsidR="000C64D8" w:rsidRDefault="000C64D8" w:rsidP="000C64D8"/>
        </w:tc>
        <w:tc>
          <w:tcPr>
            <w:tcW w:w="1531" w:type="dxa"/>
            <w:vMerge/>
          </w:tcPr>
          <w:p w14:paraId="694863AA" w14:textId="77777777" w:rsidR="000C64D8" w:rsidRDefault="000C64D8" w:rsidP="000C64D8"/>
        </w:tc>
        <w:tc>
          <w:tcPr>
            <w:tcW w:w="1501" w:type="dxa"/>
            <w:vMerge/>
          </w:tcPr>
          <w:p w14:paraId="694863AB" w14:textId="77777777" w:rsidR="000C64D8" w:rsidRDefault="000C64D8" w:rsidP="000C64D8"/>
        </w:tc>
      </w:tr>
    </w:tbl>
    <w:p w14:paraId="694863AD" w14:textId="77777777" w:rsidR="00E6610E" w:rsidRDefault="00152D2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94863AE" w14:textId="77777777" w:rsidR="00E6610E" w:rsidRPr="00846354" w:rsidRDefault="00152D26" w:rsidP="00E6610E">
      <w:pPr>
        <w:pStyle w:val="Heading2"/>
      </w:pPr>
      <w:r w:rsidRPr="00846354">
        <w:lastRenderedPageBreak/>
        <w:t>Knowledge evidence</w:t>
      </w:r>
    </w:p>
    <w:p w14:paraId="694863AF" w14:textId="2C7E8E4E" w:rsidR="00E6610E" w:rsidRDefault="00152D26" w:rsidP="00E6610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25596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35492E">
        <w:t>Knowledge evidence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Knowledge evidence"/>
        <w:tblDescription w:val="Knowledge evidence"/>
      </w:tblPr>
      <w:tblGrid>
        <w:gridCol w:w="1476"/>
        <w:gridCol w:w="6504"/>
        <w:gridCol w:w="1441"/>
        <w:gridCol w:w="1534"/>
        <w:gridCol w:w="1534"/>
        <w:gridCol w:w="1503"/>
      </w:tblGrid>
      <w:tr w:rsidR="00EE25BD" w14:paraId="694863B8" w14:textId="77777777" w:rsidTr="003C6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76" w:type="dxa"/>
          </w:tcPr>
          <w:p w14:paraId="694863B0" w14:textId="77777777" w:rsidR="00EE25BD" w:rsidRDefault="00EE25BD" w:rsidP="00EE25BD">
            <w:r>
              <w:t>Knowledge evidence</w:t>
            </w:r>
          </w:p>
        </w:tc>
        <w:tc>
          <w:tcPr>
            <w:tcW w:w="6504" w:type="dxa"/>
          </w:tcPr>
          <w:p w14:paraId="694863B1" w14:textId="77777777" w:rsidR="00EE25BD" w:rsidRDefault="00EE25BD" w:rsidP="00EE25BD">
            <w:r>
              <w:t>Description</w:t>
            </w:r>
          </w:p>
        </w:tc>
        <w:tc>
          <w:tcPr>
            <w:tcW w:w="1441" w:type="dxa"/>
          </w:tcPr>
          <w:p w14:paraId="694863B2" w14:textId="75D18830" w:rsidR="00EE25BD" w:rsidRDefault="00EE25BD" w:rsidP="00EE25BD">
            <w:r>
              <w:t>Learning resources</w:t>
            </w:r>
          </w:p>
        </w:tc>
        <w:tc>
          <w:tcPr>
            <w:tcW w:w="1534" w:type="dxa"/>
          </w:tcPr>
          <w:p w14:paraId="694863B3" w14:textId="5E242153" w:rsidR="00EE25BD" w:rsidRPr="00BB2FB9" w:rsidRDefault="00686C49" w:rsidP="00EE25BD">
            <w:r>
              <w:t>Knowledge A</w:t>
            </w:r>
            <w:r w:rsidR="00EE25BD">
              <w:t>ssessment 1 of 3</w:t>
            </w:r>
          </w:p>
        </w:tc>
        <w:tc>
          <w:tcPr>
            <w:tcW w:w="1534" w:type="dxa"/>
          </w:tcPr>
          <w:p w14:paraId="694863B4" w14:textId="5C151B63" w:rsidR="00EE25BD" w:rsidRDefault="00EE25BD" w:rsidP="00EE25BD">
            <w:r>
              <w:t>Project Assessment  2 of 3</w:t>
            </w:r>
          </w:p>
        </w:tc>
        <w:tc>
          <w:tcPr>
            <w:tcW w:w="1503" w:type="dxa"/>
          </w:tcPr>
          <w:p w14:paraId="7C8D16B2" w14:textId="77777777" w:rsidR="00EE25BD" w:rsidRDefault="00EE25BD" w:rsidP="00EE25BD">
            <w:r>
              <w:t>Skills Assessment</w:t>
            </w:r>
          </w:p>
          <w:p w14:paraId="694863B7" w14:textId="1672D4E8" w:rsidR="00EE25BD" w:rsidRDefault="00EE25BD" w:rsidP="00EE25BD">
            <w:r>
              <w:t>3  of 3</w:t>
            </w:r>
          </w:p>
        </w:tc>
      </w:tr>
      <w:tr w:rsidR="003C6BF5" w14:paraId="694863BF" w14:textId="77777777" w:rsidTr="003C6BF5">
        <w:tc>
          <w:tcPr>
            <w:tcW w:w="1476" w:type="dxa"/>
          </w:tcPr>
          <w:p w14:paraId="694863B9" w14:textId="77777777" w:rsidR="00E6610E" w:rsidRPr="00E773E6" w:rsidRDefault="00E6610E" w:rsidP="00E6610E">
            <w:pPr>
              <w:rPr>
                <w:sz w:val="22"/>
                <w:szCs w:val="22"/>
              </w:rPr>
            </w:pPr>
          </w:p>
        </w:tc>
        <w:tc>
          <w:tcPr>
            <w:tcW w:w="6504" w:type="dxa"/>
          </w:tcPr>
          <w:p w14:paraId="694863BA" w14:textId="77777777" w:rsidR="00E6610E" w:rsidRDefault="00152D26" w:rsidP="00E6610E">
            <w:r>
              <w:t>There must be evidence the candidate has knowledge of:</w:t>
            </w:r>
          </w:p>
        </w:tc>
        <w:tc>
          <w:tcPr>
            <w:tcW w:w="1441" w:type="dxa"/>
          </w:tcPr>
          <w:p w14:paraId="694863BB" w14:textId="77777777" w:rsidR="00E6610E" w:rsidRDefault="00E6610E" w:rsidP="00E6610E"/>
        </w:tc>
        <w:tc>
          <w:tcPr>
            <w:tcW w:w="1534" w:type="dxa"/>
          </w:tcPr>
          <w:p w14:paraId="694863BC" w14:textId="77777777" w:rsidR="00E6610E" w:rsidRDefault="00E6610E" w:rsidP="00E6610E"/>
        </w:tc>
        <w:tc>
          <w:tcPr>
            <w:tcW w:w="1534" w:type="dxa"/>
          </w:tcPr>
          <w:p w14:paraId="694863BD" w14:textId="77777777" w:rsidR="00E6610E" w:rsidRDefault="00E6610E" w:rsidP="00E6610E"/>
        </w:tc>
        <w:tc>
          <w:tcPr>
            <w:tcW w:w="1503" w:type="dxa"/>
          </w:tcPr>
          <w:p w14:paraId="694863BE" w14:textId="77777777" w:rsidR="00E6610E" w:rsidRDefault="00E6610E" w:rsidP="00E6610E"/>
        </w:tc>
      </w:tr>
      <w:tr w:rsidR="003C6BF5" w14:paraId="694863C6" w14:textId="77777777" w:rsidTr="003C6BF5">
        <w:tc>
          <w:tcPr>
            <w:tcW w:w="1476" w:type="dxa"/>
          </w:tcPr>
          <w:p w14:paraId="694863C0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KE1</w:t>
            </w:r>
          </w:p>
        </w:tc>
        <w:tc>
          <w:tcPr>
            <w:tcW w:w="6504" w:type="dxa"/>
          </w:tcPr>
          <w:p w14:paraId="694863C1" w14:textId="77777777" w:rsidR="00E6610E" w:rsidRDefault="00152D26" w:rsidP="00E6610E">
            <w:r>
              <w:t>Why chemical tests are performed</w:t>
            </w:r>
          </w:p>
        </w:tc>
        <w:tc>
          <w:tcPr>
            <w:tcW w:w="1441" w:type="dxa"/>
          </w:tcPr>
          <w:p w14:paraId="694863C2" w14:textId="77777777" w:rsidR="00E6610E" w:rsidRDefault="00E6610E" w:rsidP="00E6610E"/>
        </w:tc>
        <w:tc>
          <w:tcPr>
            <w:tcW w:w="1534" w:type="dxa"/>
          </w:tcPr>
          <w:p w14:paraId="694863C3" w14:textId="77777777" w:rsidR="00E6610E" w:rsidRDefault="00913381" w:rsidP="00E6610E">
            <w:r>
              <w:t>Q2</w:t>
            </w:r>
          </w:p>
        </w:tc>
        <w:tc>
          <w:tcPr>
            <w:tcW w:w="1534" w:type="dxa"/>
          </w:tcPr>
          <w:p w14:paraId="694863C4" w14:textId="77777777" w:rsidR="00E6610E" w:rsidRDefault="00E6610E" w:rsidP="00E6610E"/>
        </w:tc>
        <w:tc>
          <w:tcPr>
            <w:tcW w:w="1503" w:type="dxa"/>
          </w:tcPr>
          <w:p w14:paraId="694863C5" w14:textId="77777777" w:rsidR="00E6610E" w:rsidRDefault="00E6610E" w:rsidP="00E6610E"/>
        </w:tc>
      </w:tr>
      <w:tr w:rsidR="003C6BF5" w14:paraId="694863CD" w14:textId="77777777" w:rsidTr="003C6BF5">
        <w:tc>
          <w:tcPr>
            <w:tcW w:w="1476" w:type="dxa"/>
          </w:tcPr>
          <w:p w14:paraId="694863C7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</w:t>
            </w:r>
          </w:p>
        </w:tc>
        <w:tc>
          <w:tcPr>
            <w:tcW w:w="6504" w:type="dxa"/>
          </w:tcPr>
          <w:p w14:paraId="694863C8" w14:textId="77777777" w:rsidR="00E6610E" w:rsidRDefault="00152D26" w:rsidP="00E6610E">
            <w:r>
              <w:t>Relevant chemical principles and concepts, including:</w:t>
            </w:r>
          </w:p>
        </w:tc>
        <w:tc>
          <w:tcPr>
            <w:tcW w:w="1441" w:type="dxa"/>
          </w:tcPr>
          <w:p w14:paraId="694863C9" w14:textId="77777777" w:rsidR="00E6610E" w:rsidRDefault="00E6610E" w:rsidP="00E6610E"/>
        </w:tc>
        <w:tc>
          <w:tcPr>
            <w:tcW w:w="1534" w:type="dxa"/>
          </w:tcPr>
          <w:p w14:paraId="694863CA" w14:textId="77777777" w:rsidR="00E6610E" w:rsidRDefault="00B25897" w:rsidP="00E6610E">
            <w:r>
              <w:t>Q1-Q22</w:t>
            </w:r>
          </w:p>
        </w:tc>
        <w:tc>
          <w:tcPr>
            <w:tcW w:w="1534" w:type="dxa"/>
          </w:tcPr>
          <w:p w14:paraId="694863CB" w14:textId="77777777" w:rsidR="00E6610E" w:rsidRDefault="00E6610E" w:rsidP="00E6610E"/>
        </w:tc>
        <w:tc>
          <w:tcPr>
            <w:tcW w:w="1503" w:type="dxa"/>
          </w:tcPr>
          <w:p w14:paraId="694863CC" w14:textId="77777777" w:rsidR="00E6610E" w:rsidRDefault="00E6610E" w:rsidP="00E6610E"/>
        </w:tc>
      </w:tr>
      <w:tr w:rsidR="003C6BF5" w14:paraId="694863D4" w14:textId="77777777" w:rsidTr="003C6BF5">
        <w:tc>
          <w:tcPr>
            <w:tcW w:w="1476" w:type="dxa"/>
          </w:tcPr>
          <w:p w14:paraId="694863CE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KE2.1</w:t>
            </w:r>
          </w:p>
        </w:tc>
        <w:tc>
          <w:tcPr>
            <w:tcW w:w="6504" w:type="dxa"/>
          </w:tcPr>
          <w:p w14:paraId="694863CF" w14:textId="77777777" w:rsidR="00E6610E" w:rsidRDefault="00152D26" w:rsidP="00793F56">
            <w:pPr>
              <w:numPr>
                <w:ilvl w:val="0"/>
                <w:numId w:val="20"/>
              </w:numPr>
            </w:pPr>
            <w:r>
              <w:t>elements, compounds, ions, atoms, molecules, bonding and links to chemical properties</w:t>
            </w:r>
          </w:p>
        </w:tc>
        <w:tc>
          <w:tcPr>
            <w:tcW w:w="1441" w:type="dxa"/>
          </w:tcPr>
          <w:p w14:paraId="694863D0" w14:textId="77777777" w:rsidR="00E6610E" w:rsidRDefault="00E6610E" w:rsidP="00E6610E"/>
        </w:tc>
        <w:tc>
          <w:tcPr>
            <w:tcW w:w="1534" w:type="dxa"/>
          </w:tcPr>
          <w:p w14:paraId="694863D1" w14:textId="1BCEC488" w:rsidR="00E6610E" w:rsidRDefault="00D75956" w:rsidP="00E6610E">
            <w:r>
              <w:t xml:space="preserve">Q1, </w:t>
            </w:r>
            <w:r w:rsidR="00FC2E9D">
              <w:t xml:space="preserve">5, </w:t>
            </w:r>
            <w:r w:rsidR="00006522">
              <w:t xml:space="preserve">6, 7, </w:t>
            </w:r>
            <w:r w:rsidR="00FC2E9D">
              <w:t xml:space="preserve">9, </w:t>
            </w:r>
            <w:r w:rsidR="00913381">
              <w:t>19</w:t>
            </w:r>
            <w:r w:rsidR="001872AE">
              <w:t>, 20</w:t>
            </w:r>
            <w:r w:rsidR="00FC2E9D">
              <w:t>, 22</w:t>
            </w:r>
          </w:p>
        </w:tc>
        <w:tc>
          <w:tcPr>
            <w:tcW w:w="1534" w:type="dxa"/>
          </w:tcPr>
          <w:p w14:paraId="694863D2" w14:textId="77777777" w:rsidR="00E6610E" w:rsidRDefault="00E6610E" w:rsidP="00E6610E"/>
        </w:tc>
        <w:tc>
          <w:tcPr>
            <w:tcW w:w="1503" w:type="dxa"/>
          </w:tcPr>
          <w:p w14:paraId="694863D3" w14:textId="77777777" w:rsidR="00E6610E" w:rsidRDefault="00E6610E" w:rsidP="00E6610E"/>
        </w:tc>
      </w:tr>
      <w:tr w:rsidR="003C6BF5" w14:paraId="694863DB" w14:textId="77777777" w:rsidTr="003C6BF5">
        <w:tc>
          <w:tcPr>
            <w:tcW w:w="1476" w:type="dxa"/>
          </w:tcPr>
          <w:p w14:paraId="694863D5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KE2.2</w:t>
            </w:r>
          </w:p>
        </w:tc>
        <w:tc>
          <w:tcPr>
            <w:tcW w:w="6504" w:type="dxa"/>
          </w:tcPr>
          <w:p w14:paraId="694863D6" w14:textId="77777777" w:rsidR="00E6610E" w:rsidRDefault="00152D26" w:rsidP="00793F56">
            <w:pPr>
              <w:numPr>
                <w:ilvl w:val="0"/>
                <w:numId w:val="21"/>
              </w:numPr>
            </w:pPr>
            <w:r>
              <w:t>periodic table and symbols of elements</w:t>
            </w:r>
          </w:p>
        </w:tc>
        <w:tc>
          <w:tcPr>
            <w:tcW w:w="1441" w:type="dxa"/>
          </w:tcPr>
          <w:p w14:paraId="694863D7" w14:textId="77777777" w:rsidR="00E6610E" w:rsidRDefault="00E6610E" w:rsidP="00E6610E"/>
        </w:tc>
        <w:tc>
          <w:tcPr>
            <w:tcW w:w="1534" w:type="dxa"/>
          </w:tcPr>
          <w:p w14:paraId="694863D8" w14:textId="75A4351A" w:rsidR="00E6610E" w:rsidRDefault="00D75956" w:rsidP="00E6610E">
            <w:r>
              <w:t xml:space="preserve">Q3, 8, </w:t>
            </w:r>
            <w:r w:rsidR="00913381">
              <w:t>20</w:t>
            </w:r>
          </w:p>
        </w:tc>
        <w:tc>
          <w:tcPr>
            <w:tcW w:w="1534" w:type="dxa"/>
          </w:tcPr>
          <w:p w14:paraId="694863D9" w14:textId="77777777" w:rsidR="00E6610E" w:rsidRDefault="00E6610E" w:rsidP="00E6610E"/>
        </w:tc>
        <w:tc>
          <w:tcPr>
            <w:tcW w:w="1503" w:type="dxa"/>
          </w:tcPr>
          <w:p w14:paraId="694863DA" w14:textId="77777777" w:rsidR="00E6610E" w:rsidRDefault="00E6610E" w:rsidP="00E6610E"/>
        </w:tc>
      </w:tr>
      <w:tr w:rsidR="003C6BF5" w14:paraId="694863E2" w14:textId="77777777" w:rsidTr="003C6BF5">
        <w:tc>
          <w:tcPr>
            <w:tcW w:w="1476" w:type="dxa"/>
          </w:tcPr>
          <w:p w14:paraId="694863DC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KE2.3</w:t>
            </w:r>
          </w:p>
        </w:tc>
        <w:tc>
          <w:tcPr>
            <w:tcW w:w="6504" w:type="dxa"/>
          </w:tcPr>
          <w:p w14:paraId="694863DD" w14:textId="77777777" w:rsidR="00E6610E" w:rsidRDefault="00152D26" w:rsidP="00793F56">
            <w:pPr>
              <w:numPr>
                <w:ilvl w:val="0"/>
                <w:numId w:val="22"/>
              </w:numPr>
            </w:pPr>
            <w:r>
              <w:t>atomic mass and molecular weight</w:t>
            </w:r>
          </w:p>
        </w:tc>
        <w:tc>
          <w:tcPr>
            <w:tcW w:w="1441" w:type="dxa"/>
          </w:tcPr>
          <w:p w14:paraId="694863DE" w14:textId="77777777" w:rsidR="00E6610E" w:rsidRDefault="00E6610E" w:rsidP="00E6610E"/>
        </w:tc>
        <w:tc>
          <w:tcPr>
            <w:tcW w:w="1534" w:type="dxa"/>
          </w:tcPr>
          <w:p w14:paraId="694863DF" w14:textId="6CA7C9E3" w:rsidR="00E6610E" w:rsidRDefault="00D75956" w:rsidP="00E6610E">
            <w:r>
              <w:t xml:space="preserve">Q13, </w:t>
            </w:r>
            <w:r w:rsidR="00913381">
              <w:t>16</w:t>
            </w:r>
          </w:p>
        </w:tc>
        <w:tc>
          <w:tcPr>
            <w:tcW w:w="1534" w:type="dxa"/>
          </w:tcPr>
          <w:p w14:paraId="694863E0" w14:textId="77777777" w:rsidR="00E6610E" w:rsidRDefault="00E6610E" w:rsidP="00E6610E"/>
        </w:tc>
        <w:tc>
          <w:tcPr>
            <w:tcW w:w="1503" w:type="dxa"/>
          </w:tcPr>
          <w:p w14:paraId="694863E1" w14:textId="77777777" w:rsidR="00E6610E" w:rsidRDefault="00E6610E" w:rsidP="00E6610E"/>
        </w:tc>
      </w:tr>
      <w:tr w:rsidR="003C6BF5" w14:paraId="694863E9" w14:textId="77777777" w:rsidTr="003C6BF5">
        <w:tc>
          <w:tcPr>
            <w:tcW w:w="1476" w:type="dxa"/>
          </w:tcPr>
          <w:p w14:paraId="694863E3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KE2.4</w:t>
            </w:r>
          </w:p>
        </w:tc>
        <w:tc>
          <w:tcPr>
            <w:tcW w:w="6504" w:type="dxa"/>
          </w:tcPr>
          <w:p w14:paraId="694863E4" w14:textId="77777777" w:rsidR="00E6610E" w:rsidRDefault="00152D26" w:rsidP="00793F56">
            <w:pPr>
              <w:numPr>
                <w:ilvl w:val="0"/>
                <w:numId w:val="23"/>
              </w:numPr>
            </w:pPr>
            <w:r>
              <w:t>moles and molarity</w:t>
            </w:r>
          </w:p>
        </w:tc>
        <w:tc>
          <w:tcPr>
            <w:tcW w:w="1441" w:type="dxa"/>
          </w:tcPr>
          <w:p w14:paraId="694863E5" w14:textId="77777777" w:rsidR="00E6610E" w:rsidRDefault="00E6610E" w:rsidP="00E6610E"/>
        </w:tc>
        <w:tc>
          <w:tcPr>
            <w:tcW w:w="1534" w:type="dxa"/>
          </w:tcPr>
          <w:p w14:paraId="694863E6" w14:textId="71944025" w:rsidR="00E6610E" w:rsidRDefault="00D75956" w:rsidP="00E6610E">
            <w:r>
              <w:t xml:space="preserve">Q4, </w:t>
            </w:r>
            <w:r w:rsidR="00913381">
              <w:t>13</w:t>
            </w:r>
          </w:p>
        </w:tc>
        <w:tc>
          <w:tcPr>
            <w:tcW w:w="1534" w:type="dxa"/>
          </w:tcPr>
          <w:p w14:paraId="694863E7" w14:textId="77777777" w:rsidR="00E6610E" w:rsidRDefault="00E6610E" w:rsidP="00E6610E"/>
        </w:tc>
        <w:tc>
          <w:tcPr>
            <w:tcW w:w="1503" w:type="dxa"/>
          </w:tcPr>
          <w:p w14:paraId="694863E8" w14:textId="77777777" w:rsidR="00E6610E" w:rsidRDefault="00E6610E" w:rsidP="00E6610E"/>
        </w:tc>
      </w:tr>
      <w:tr w:rsidR="003C6BF5" w14:paraId="694863F0" w14:textId="77777777" w:rsidTr="003C6BF5">
        <w:tc>
          <w:tcPr>
            <w:tcW w:w="1476" w:type="dxa"/>
          </w:tcPr>
          <w:p w14:paraId="694863EA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KE2.5</w:t>
            </w:r>
          </w:p>
        </w:tc>
        <w:tc>
          <w:tcPr>
            <w:tcW w:w="6504" w:type="dxa"/>
          </w:tcPr>
          <w:p w14:paraId="694863EB" w14:textId="77777777" w:rsidR="00E6610E" w:rsidRDefault="00152D26" w:rsidP="00793F56">
            <w:pPr>
              <w:numPr>
                <w:ilvl w:val="0"/>
                <w:numId w:val="24"/>
              </w:numPr>
            </w:pPr>
            <w:r>
              <w:t>chemical formulae and balancing equations</w:t>
            </w:r>
          </w:p>
        </w:tc>
        <w:tc>
          <w:tcPr>
            <w:tcW w:w="1441" w:type="dxa"/>
          </w:tcPr>
          <w:p w14:paraId="694863EC" w14:textId="77777777" w:rsidR="00E6610E" w:rsidRDefault="00E6610E" w:rsidP="00E6610E"/>
        </w:tc>
        <w:tc>
          <w:tcPr>
            <w:tcW w:w="1534" w:type="dxa"/>
          </w:tcPr>
          <w:p w14:paraId="694863ED" w14:textId="3DAD54F3" w:rsidR="00E6610E" w:rsidRDefault="00D75956" w:rsidP="00E6610E">
            <w:r>
              <w:t xml:space="preserve">Q18, 21, </w:t>
            </w:r>
            <w:r w:rsidR="00913381">
              <w:t>22</w:t>
            </w:r>
          </w:p>
        </w:tc>
        <w:tc>
          <w:tcPr>
            <w:tcW w:w="1534" w:type="dxa"/>
          </w:tcPr>
          <w:p w14:paraId="694863EE" w14:textId="77777777" w:rsidR="00E6610E" w:rsidRDefault="00E6610E" w:rsidP="00E6610E"/>
        </w:tc>
        <w:tc>
          <w:tcPr>
            <w:tcW w:w="1503" w:type="dxa"/>
          </w:tcPr>
          <w:p w14:paraId="694863EF" w14:textId="77777777" w:rsidR="00E6610E" w:rsidRDefault="00E6610E" w:rsidP="00E6610E"/>
        </w:tc>
      </w:tr>
      <w:tr w:rsidR="003C6BF5" w14:paraId="694863F7" w14:textId="77777777" w:rsidTr="003C6BF5">
        <w:tc>
          <w:tcPr>
            <w:tcW w:w="1476" w:type="dxa"/>
          </w:tcPr>
          <w:p w14:paraId="694863F1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KE2.6</w:t>
            </w:r>
          </w:p>
        </w:tc>
        <w:tc>
          <w:tcPr>
            <w:tcW w:w="6504" w:type="dxa"/>
          </w:tcPr>
          <w:p w14:paraId="694863F2" w14:textId="77777777" w:rsidR="00E6610E" w:rsidRDefault="00152D26" w:rsidP="00793F56">
            <w:pPr>
              <w:numPr>
                <w:ilvl w:val="0"/>
                <w:numId w:val="25"/>
              </w:numPr>
            </w:pPr>
            <w:r>
              <w:t>chemical reactions</w:t>
            </w:r>
          </w:p>
        </w:tc>
        <w:tc>
          <w:tcPr>
            <w:tcW w:w="1441" w:type="dxa"/>
          </w:tcPr>
          <w:p w14:paraId="694863F3" w14:textId="77777777" w:rsidR="00E6610E" w:rsidRDefault="00E6610E" w:rsidP="00E6610E"/>
        </w:tc>
        <w:tc>
          <w:tcPr>
            <w:tcW w:w="1534" w:type="dxa"/>
          </w:tcPr>
          <w:p w14:paraId="694863F4" w14:textId="652DA7D1" w:rsidR="00E6610E" w:rsidRDefault="00D75956" w:rsidP="00E6610E">
            <w:r>
              <w:t xml:space="preserve">Q5, 9, 12, </w:t>
            </w:r>
            <w:r w:rsidR="00C33C62">
              <w:t>22</w:t>
            </w:r>
          </w:p>
        </w:tc>
        <w:tc>
          <w:tcPr>
            <w:tcW w:w="1534" w:type="dxa"/>
          </w:tcPr>
          <w:p w14:paraId="694863F5" w14:textId="77777777" w:rsidR="00E6610E" w:rsidRDefault="00E6610E" w:rsidP="00E6610E"/>
        </w:tc>
        <w:tc>
          <w:tcPr>
            <w:tcW w:w="1503" w:type="dxa"/>
          </w:tcPr>
          <w:p w14:paraId="694863F6" w14:textId="77777777" w:rsidR="00E6610E" w:rsidRDefault="00E6610E" w:rsidP="00E6610E"/>
        </w:tc>
      </w:tr>
      <w:tr w:rsidR="003C6BF5" w14:paraId="694863FE" w14:textId="77777777" w:rsidTr="003C6BF5">
        <w:tc>
          <w:tcPr>
            <w:tcW w:w="1476" w:type="dxa"/>
          </w:tcPr>
          <w:p w14:paraId="694863F8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KE2.7</w:t>
            </w:r>
          </w:p>
        </w:tc>
        <w:tc>
          <w:tcPr>
            <w:tcW w:w="6504" w:type="dxa"/>
          </w:tcPr>
          <w:p w14:paraId="694863F9" w14:textId="77777777" w:rsidR="00E6610E" w:rsidRDefault="00152D26" w:rsidP="00793F56">
            <w:pPr>
              <w:numPr>
                <w:ilvl w:val="0"/>
                <w:numId w:val="26"/>
              </w:numPr>
            </w:pPr>
            <w:r>
              <w:t>energy levels and absorption/emission spectra</w:t>
            </w:r>
          </w:p>
        </w:tc>
        <w:tc>
          <w:tcPr>
            <w:tcW w:w="1441" w:type="dxa"/>
          </w:tcPr>
          <w:p w14:paraId="694863FA" w14:textId="77777777" w:rsidR="00E6610E" w:rsidRDefault="00E6610E" w:rsidP="00E6610E"/>
        </w:tc>
        <w:tc>
          <w:tcPr>
            <w:tcW w:w="1534" w:type="dxa"/>
          </w:tcPr>
          <w:p w14:paraId="694863FB" w14:textId="77F32B66" w:rsidR="00E6610E" w:rsidRDefault="00D75956" w:rsidP="00E6610E">
            <w:r>
              <w:t xml:space="preserve">Q10, </w:t>
            </w:r>
            <w:r w:rsidR="00C33C62">
              <w:t>11</w:t>
            </w:r>
          </w:p>
        </w:tc>
        <w:tc>
          <w:tcPr>
            <w:tcW w:w="1534" w:type="dxa"/>
          </w:tcPr>
          <w:p w14:paraId="694863FC" w14:textId="77777777" w:rsidR="00E6610E" w:rsidRDefault="00E6610E" w:rsidP="00E6610E"/>
        </w:tc>
        <w:tc>
          <w:tcPr>
            <w:tcW w:w="1503" w:type="dxa"/>
          </w:tcPr>
          <w:p w14:paraId="694863FD" w14:textId="77777777" w:rsidR="00E6610E" w:rsidRDefault="00E6610E" w:rsidP="00E6610E"/>
        </w:tc>
      </w:tr>
      <w:tr w:rsidR="003C6BF5" w14:paraId="69486405" w14:textId="77777777" w:rsidTr="003C6BF5">
        <w:tc>
          <w:tcPr>
            <w:tcW w:w="1476" w:type="dxa"/>
          </w:tcPr>
          <w:p w14:paraId="694863FF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KE3</w:t>
            </w:r>
          </w:p>
        </w:tc>
        <w:tc>
          <w:tcPr>
            <w:tcW w:w="6504" w:type="dxa"/>
          </w:tcPr>
          <w:p w14:paraId="69486400" w14:textId="77777777" w:rsidR="00E6610E" w:rsidRDefault="00152D26" w:rsidP="00E6610E">
            <w:r>
              <w:t>Purpose of the tests and/or procedures conducted</w:t>
            </w:r>
          </w:p>
        </w:tc>
        <w:tc>
          <w:tcPr>
            <w:tcW w:w="1441" w:type="dxa"/>
          </w:tcPr>
          <w:p w14:paraId="69486401" w14:textId="77777777" w:rsidR="00E6610E" w:rsidRDefault="00E6610E" w:rsidP="00E6610E"/>
        </w:tc>
        <w:tc>
          <w:tcPr>
            <w:tcW w:w="1534" w:type="dxa"/>
          </w:tcPr>
          <w:p w14:paraId="69486402" w14:textId="77777777" w:rsidR="00E6610E" w:rsidRDefault="00E6610E" w:rsidP="00E6610E"/>
        </w:tc>
        <w:tc>
          <w:tcPr>
            <w:tcW w:w="1534" w:type="dxa"/>
          </w:tcPr>
          <w:p w14:paraId="3A1E459D" w14:textId="77777777" w:rsidR="00E6610E" w:rsidRDefault="00C33C62" w:rsidP="00E6610E">
            <w:r>
              <w:t>Research</w:t>
            </w:r>
            <w:r w:rsidR="00E6610E">
              <w:t xml:space="preserve"> </w:t>
            </w:r>
          </w:p>
          <w:p w14:paraId="69486403" w14:textId="780AF4B4" w:rsidR="00E6610E" w:rsidRDefault="00277F1F" w:rsidP="00E6610E">
            <w:r>
              <w:t>1.2</w:t>
            </w:r>
          </w:p>
        </w:tc>
        <w:tc>
          <w:tcPr>
            <w:tcW w:w="1503" w:type="dxa"/>
          </w:tcPr>
          <w:p w14:paraId="69486404" w14:textId="77777777" w:rsidR="00E6610E" w:rsidRDefault="00E6610E" w:rsidP="00E6610E"/>
        </w:tc>
      </w:tr>
      <w:tr w:rsidR="003C6BF5" w14:paraId="6948640C" w14:textId="77777777" w:rsidTr="003C6BF5">
        <w:tc>
          <w:tcPr>
            <w:tcW w:w="1476" w:type="dxa"/>
          </w:tcPr>
          <w:p w14:paraId="69486406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KE4</w:t>
            </w:r>
          </w:p>
        </w:tc>
        <w:tc>
          <w:tcPr>
            <w:tcW w:w="6504" w:type="dxa"/>
          </w:tcPr>
          <w:p w14:paraId="69486407" w14:textId="77777777" w:rsidR="00E6610E" w:rsidRDefault="00152D26" w:rsidP="00E6610E">
            <w:r>
              <w:t>International system of units (SI)</w:t>
            </w:r>
          </w:p>
        </w:tc>
        <w:tc>
          <w:tcPr>
            <w:tcW w:w="1441" w:type="dxa"/>
          </w:tcPr>
          <w:p w14:paraId="69486408" w14:textId="77777777" w:rsidR="00E6610E" w:rsidRDefault="00E6610E" w:rsidP="00E6610E"/>
        </w:tc>
        <w:tc>
          <w:tcPr>
            <w:tcW w:w="1534" w:type="dxa"/>
          </w:tcPr>
          <w:p w14:paraId="69486409" w14:textId="77777777" w:rsidR="00E6610E" w:rsidRDefault="00C33C62" w:rsidP="00E6610E">
            <w:r>
              <w:t>Q14</w:t>
            </w:r>
          </w:p>
        </w:tc>
        <w:tc>
          <w:tcPr>
            <w:tcW w:w="1534" w:type="dxa"/>
          </w:tcPr>
          <w:p w14:paraId="6948640A" w14:textId="77777777" w:rsidR="00E6610E" w:rsidRDefault="00E6610E" w:rsidP="00E6610E"/>
        </w:tc>
        <w:tc>
          <w:tcPr>
            <w:tcW w:w="1503" w:type="dxa"/>
          </w:tcPr>
          <w:p w14:paraId="6948640B" w14:textId="77777777" w:rsidR="00E6610E" w:rsidRDefault="00E6610E" w:rsidP="00E6610E"/>
        </w:tc>
      </w:tr>
      <w:tr w:rsidR="003C6BF5" w14:paraId="69486413" w14:textId="77777777" w:rsidTr="003C6BF5">
        <w:tc>
          <w:tcPr>
            <w:tcW w:w="1476" w:type="dxa"/>
          </w:tcPr>
          <w:p w14:paraId="6948640D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KE5</w:t>
            </w:r>
          </w:p>
        </w:tc>
        <w:tc>
          <w:tcPr>
            <w:tcW w:w="6504" w:type="dxa"/>
          </w:tcPr>
          <w:p w14:paraId="6948640E" w14:textId="77777777" w:rsidR="00E6610E" w:rsidRDefault="00152D26" w:rsidP="00E6610E">
            <w:r>
              <w:t>Principles and concepts related to equipment and instrument operation, tests and/or procedures</w:t>
            </w:r>
          </w:p>
        </w:tc>
        <w:tc>
          <w:tcPr>
            <w:tcW w:w="1441" w:type="dxa"/>
          </w:tcPr>
          <w:p w14:paraId="6948640F" w14:textId="77777777" w:rsidR="00E6610E" w:rsidRDefault="00E6610E" w:rsidP="00E6610E"/>
        </w:tc>
        <w:tc>
          <w:tcPr>
            <w:tcW w:w="1534" w:type="dxa"/>
          </w:tcPr>
          <w:p w14:paraId="69486410" w14:textId="56BD567D" w:rsidR="00E6610E" w:rsidRDefault="00E6610E" w:rsidP="00E6610E"/>
        </w:tc>
        <w:tc>
          <w:tcPr>
            <w:tcW w:w="1534" w:type="dxa"/>
          </w:tcPr>
          <w:p w14:paraId="51C6E212" w14:textId="77777777" w:rsidR="00E6610E" w:rsidRDefault="00E6610E" w:rsidP="00E6610E">
            <w:r>
              <w:t xml:space="preserve">Research </w:t>
            </w:r>
          </w:p>
          <w:p w14:paraId="69486411" w14:textId="00E26999" w:rsidR="00E6610E" w:rsidRDefault="00277F1F" w:rsidP="00E6610E">
            <w:r>
              <w:t>1.3</w:t>
            </w:r>
          </w:p>
        </w:tc>
        <w:tc>
          <w:tcPr>
            <w:tcW w:w="1503" w:type="dxa"/>
          </w:tcPr>
          <w:p w14:paraId="69486412" w14:textId="77777777" w:rsidR="00E6610E" w:rsidRDefault="00E6610E" w:rsidP="00E6610E"/>
        </w:tc>
      </w:tr>
      <w:tr w:rsidR="003C6BF5" w14:paraId="6948641B" w14:textId="77777777" w:rsidTr="003C6BF5">
        <w:tc>
          <w:tcPr>
            <w:tcW w:w="1476" w:type="dxa"/>
          </w:tcPr>
          <w:p w14:paraId="69486414" w14:textId="55DBAE2B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KE6</w:t>
            </w:r>
          </w:p>
        </w:tc>
        <w:tc>
          <w:tcPr>
            <w:tcW w:w="6504" w:type="dxa"/>
          </w:tcPr>
          <w:p w14:paraId="69486415" w14:textId="77777777" w:rsidR="00E6610E" w:rsidRDefault="00152D26" w:rsidP="00E6610E">
            <w:r>
              <w:t>Requirements for cleaning up spills and reporting faulty or unsafe equipment, hazards and incidents.</w:t>
            </w:r>
          </w:p>
        </w:tc>
        <w:tc>
          <w:tcPr>
            <w:tcW w:w="1441" w:type="dxa"/>
          </w:tcPr>
          <w:p w14:paraId="69486416" w14:textId="77777777" w:rsidR="00E6610E" w:rsidRDefault="00E6610E" w:rsidP="00E6610E"/>
        </w:tc>
        <w:tc>
          <w:tcPr>
            <w:tcW w:w="1534" w:type="dxa"/>
          </w:tcPr>
          <w:p w14:paraId="69486417" w14:textId="77777777" w:rsidR="00E6610E" w:rsidRDefault="00E6610E" w:rsidP="00E6610E"/>
        </w:tc>
        <w:tc>
          <w:tcPr>
            <w:tcW w:w="1534" w:type="dxa"/>
          </w:tcPr>
          <w:p w14:paraId="69486418" w14:textId="14E4222C" w:rsidR="00E6610E" w:rsidRDefault="00E6610E" w:rsidP="00E6610E">
            <w:r>
              <w:t xml:space="preserve">Assignment </w:t>
            </w:r>
            <w:r w:rsidR="00C33C62">
              <w:t>Q26</w:t>
            </w:r>
          </w:p>
          <w:p w14:paraId="0EFFB533" w14:textId="77777777" w:rsidR="00C33C62" w:rsidRDefault="00C33C62" w:rsidP="00E6610E">
            <w:r>
              <w:t>Research</w:t>
            </w:r>
          </w:p>
          <w:p w14:paraId="69486419" w14:textId="24317C15" w:rsidR="00E6610E" w:rsidRDefault="009F0A16" w:rsidP="00E6610E">
            <w:r>
              <w:t>1.8</w:t>
            </w:r>
          </w:p>
        </w:tc>
        <w:tc>
          <w:tcPr>
            <w:tcW w:w="1503" w:type="dxa"/>
          </w:tcPr>
          <w:p w14:paraId="6948641A" w14:textId="29F97FF6" w:rsidR="00E6610E" w:rsidRDefault="002929B4" w:rsidP="00E6610E">
            <w:r>
              <w:t>Lab Report 6b</w:t>
            </w:r>
          </w:p>
        </w:tc>
      </w:tr>
      <w:tr w:rsidR="003C6BF5" w14:paraId="69486422" w14:textId="77777777" w:rsidTr="003C6BF5">
        <w:tc>
          <w:tcPr>
            <w:tcW w:w="1476" w:type="dxa"/>
          </w:tcPr>
          <w:p w14:paraId="6948641C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KE7</w:t>
            </w:r>
          </w:p>
        </w:tc>
        <w:tc>
          <w:tcPr>
            <w:tcW w:w="6504" w:type="dxa"/>
          </w:tcPr>
          <w:p w14:paraId="6948641D" w14:textId="77777777" w:rsidR="00E6610E" w:rsidRDefault="00152D26" w:rsidP="00E6610E">
            <w:r>
              <w:t>Concepts of metrology, including:</w:t>
            </w:r>
          </w:p>
        </w:tc>
        <w:tc>
          <w:tcPr>
            <w:tcW w:w="1441" w:type="dxa"/>
          </w:tcPr>
          <w:p w14:paraId="6948641E" w14:textId="77777777" w:rsidR="00E6610E" w:rsidRDefault="00E6610E" w:rsidP="00E6610E"/>
        </w:tc>
        <w:tc>
          <w:tcPr>
            <w:tcW w:w="1534" w:type="dxa"/>
          </w:tcPr>
          <w:p w14:paraId="6948641F" w14:textId="77777777" w:rsidR="00E6610E" w:rsidRDefault="00E6610E" w:rsidP="00E6610E"/>
        </w:tc>
        <w:tc>
          <w:tcPr>
            <w:tcW w:w="1534" w:type="dxa"/>
          </w:tcPr>
          <w:p w14:paraId="69486420" w14:textId="77777777" w:rsidR="00E6610E" w:rsidRDefault="00E6610E" w:rsidP="00E6610E"/>
        </w:tc>
        <w:tc>
          <w:tcPr>
            <w:tcW w:w="1503" w:type="dxa"/>
          </w:tcPr>
          <w:p w14:paraId="69486421" w14:textId="77777777" w:rsidR="00E6610E" w:rsidRDefault="00E6610E" w:rsidP="00E6610E"/>
        </w:tc>
      </w:tr>
      <w:tr w:rsidR="003C6BF5" w14:paraId="69486429" w14:textId="77777777" w:rsidTr="003C6BF5">
        <w:tc>
          <w:tcPr>
            <w:tcW w:w="1476" w:type="dxa"/>
          </w:tcPr>
          <w:p w14:paraId="69486423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KE7.1</w:t>
            </w:r>
          </w:p>
        </w:tc>
        <w:tc>
          <w:tcPr>
            <w:tcW w:w="6504" w:type="dxa"/>
          </w:tcPr>
          <w:p w14:paraId="69486424" w14:textId="77777777" w:rsidR="00E6610E" w:rsidRDefault="00152D26" w:rsidP="00793F56">
            <w:pPr>
              <w:numPr>
                <w:ilvl w:val="0"/>
                <w:numId w:val="27"/>
              </w:numPr>
            </w:pPr>
            <w:r>
              <w:t>all measurements are estimates</w:t>
            </w:r>
          </w:p>
        </w:tc>
        <w:tc>
          <w:tcPr>
            <w:tcW w:w="1441" w:type="dxa"/>
          </w:tcPr>
          <w:p w14:paraId="69486425" w14:textId="77777777" w:rsidR="00E6610E" w:rsidRDefault="00E6610E" w:rsidP="00E6610E"/>
        </w:tc>
        <w:tc>
          <w:tcPr>
            <w:tcW w:w="1534" w:type="dxa"/>
          </w:tcPr>
          <w:p w14:paraId="69486426" w14:textId="77777777" w:rsidR="00E6610E" w:rsidRDefault="00B25897" w:rsidP="00E6610E">
            <w:r>
              <w:t>Q 23 g</w:t>
            </w:r>
          </w:p>
        </w:tc>
        <w:tc>
          <w:tcPr>
            <w:tcW w:w="1534" w:type="dxa"/>
          </w:tcPr>
          <w:p w14:paraId="69486427" w14:textId="77777777" w:rsidR="00E6610E" w:rsidRDefault="00E6610E" w:rsidP="00E6610E"/>
        </w:tc>
        <w:tc>
          <w:tcPr>
            <w:tcW w:w="1503" w:type="dxa"/>
          </w:tcPr>
          <w:p w14:paraId="69486428" w14:textId="77777777" w:rsidR="00E6610E" w:rsidRDefault="00E6610E" w:rsidP="00E6610E"/>
        </w:tc>
      </w:tr>
      <w:tr w:rsidR="003C6BF5" w14:paraId="69486430" w14:textId="77777777" w:rsidTr="003C6BF5">
        <w:tc>
          <w:tcPr>
            <w:tcW w:w="1476" w:type="dxa"/>
          </w:tcPr>
          <w:p w14:paraId="6948642A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KE7.2</w:t>
            </w:r>
          </w:p>
        </w:tc>
        <w:tc>
          <w:tcPr>
            <w:tcW w:w="6504" w:type="dxa"/>
          </w:tcPr>
          <w:p w14:paraId="6948642B" w14:textId="77777777" w:rsidR="00E6610E" w:rsidRDefault="00152D26" w:rsidP="00793F56">
            <w:pPr>
              <w:numPr>
                <w:ilvl w:val="0"/>
                <w:numId w:val="28"/>
              </w:numPr>
            </w:pPr>
            <w:r>
              <w:t>precision, accuracy and significant figures</w:t>
            </w:r>
          </w:p>
        </w:tc>
        <w:tc>
          <w:tcPr>
            <w:tcW w:w="1441" w:type="dxa"/>
          </w:tcPr>
          <w:p w14:paraId="6948642C" w14:textId="77777777" w:rsidR="00E6610E" w:rsidRDefault="00E6610E" w:rsidP="00E6610E"/>
        </w:tc>
        <w:tc>
          <w:tcPr>
            <w:tcW w:w="1534" w:type="dxa"/>
          </w:tcPr>
          <w:p w14:paraId="6948642D" w14:textId="082E272A" w:rsidR="00E6610E" w:rsidRDefault="005306D3" w:rsidP="00E6610E">
            <w:r>
              <w:t>Q 23 c,</w:t>
            </w:r>
            <w:r w:rsidR="00B25897">
              <w:t xml:space="preserve"> 23 e</w:t>
            </w:r>
            <w:r>
              <w:t>, 23 f</w:t>
            </w:r>
          </w:p>
        </w:tc>
        <w:tc>
          <w:tcPr>
            <w:tcW w:w="1534" w:type="dxa"/>
          </w:tcPr>
          <w:p w14:paraId="6948642E" w14:textId="77777777" w:rsidR="00E6610E" w:rsidRDefault="00E6610E" w:rsidP="00E6610E"/>
        </w:tc>
        <w:tc>
          <w:tcPr>
            <w:tcW w:w="1503" w:type="dxa"/>
          </w:tcPr>
          <w:p w14:paraId="6948642F" w14:textId="77777777" w:rsidR="00E6610E" w:rsidRDefault="00E6610E" w:rsidP="00E6610E"/>
        </w:tc>
      </w:tr>
      <w:tr w:rsidR="003C6BF5" w14:paraId="69486437" w14:textId="77777777" w:rsidTr="003C6BF5">
        <w:tc>
          <w:tcPr>
            <w:tcW w:w="1476" w:type="dxa"/>
          </w:tcPr>
          <w:p w14:paraId="69486431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KE7.3</w:t>
            </w:r>
          </w:p>
        </w:tc>
        <w:tc>
          <w:tcPr>
            <w:tcW w:w="6504" w:type="dxa"/>
          </w:tcPr>
          <w:p w14:paraId="69486432" w14:textId="77777777" w:rsidR="00E6610E" w:rsidRDefault="00152D26" w:rsidP="00793F56">
            <w:pPr>
              <w:numPr>
                <w:ilvl w:val="0"/>
                <w:numId w:val="29"/>
              </w:numPr>
            </w:pPr>
            <w:r>
              <w:t>sources of error, uncertainty and repeatability</w:t>
            </w:r>
          </w:p>
        </w:tc>
        <w:tc>
          <w:tcPr>
            <w:tcW w:w="1441" w:type="dxa"/>
          </w:tcPr>
          <w:p w14:paraId="69486433" w14:textId="77777777" w:rsidR="00E6610E" w:rsidRDefault="00E6610E" w:rsidP="00E6610E"/>
        </w:tc>
        <w:tc>
          <w:tcPr>
            <w:tcW w:w="1534" w:type="dxa"/>
          </w:tcPr>
          <w:p w14:paraId="69486434" w14:textId="0D7A1994" w:rsidR="00E6610E" w:rsidRDefault="00F31067" w:rsidP="00B25897">
            <w:r>
              <w:t xml:space="preserve">Q23 a, 23 b </w:t>
            </w:r>
            <w:r w:rsidR="00B25897">
              <w:t xml:space="preserve">23 </w:t>
            </w:r>
            <w:r w:rsidR="005306D3">
              <w:t>d</w:t>
            </w:r>
          </w:p>
        </w:tc>
        <w:tc>
          <w:tcPr>
            <w:tcW w:w="1534" w:type="dxa"/>
          </w:tcPr>
          <w:p w14:paraId="69486435" w14:textId="0AE1F58E" w:rsidR="00E6610E" w:rsidRDefault="00F31067" w:rsidP="00E6610E">
            <w:r>
              <w:t xml:space="preserve">Assignment Q17, </w:t>
            </w:r>
            <w:r w:rsidR="004F3BC6">
              <w:t>18</w:t>
            </w:r>
          </w:p>
        </w:tc>
        <w:tc>
          <w:tcPr>
            <w:tcW w:w="1503" w:type="dxa"/>
          </w:tcPr>
          <w:p w14:paraId="69486436" w14:textId="77777777" w:rsidR="00E6610E" w:rsidRDefault="00E6610E" w:rsidP="00E6610E"/>
        </w:tc>
      </w:tr>
      <w:tr w:rsidR="003C6BF5" w14:paraId="6948643E" w14:textId="77777777" w:rsidTr="003C6BF5">
        <w:tc>
          <w:tcPr>
            <w:tcW w:w="1476" w:type="dxa"/>
          </w:tcPr>
          <w:p w14:paraId="69486438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KE7.4</w:t>
            </w:r>
          </w:p>
        </w:tc>
        <w:tc>
          <w:tcPr>
            <w:tcW w:w="6504" w:type="dxa"/>
          </w:tcPr>
          <w:p w14:paraId="69486439" w14:textId="77777777" w:rsidR="00E6610E" w:rsidRDefault="00152D26" w:rsidP="00793F56">
            <w:pPr>
              <w:numPr>
                <w:ilvl w:val="0"/>
                <w:numId w:val="30"/>
              </w:numPr>
            </w:pPr>
            <w:r>
              <w:t>traceability</w:t>
            </w:r>
          </w:p>
        </w:tc>
        <w:tc>
          <w:tcPr>
            <w:tcW w:w="1441" w:type="dxa"/>
          </w:tcPr>
          <w:p w14:paraId="6948643A" w14:textId="77777777" w:rsidR="00E6610E" w:rsidRDefault="00E6610E" w:rsidP="00E6610E"/>
        </w:tc>
        <w:tc>
          <w:tcPr>
            <w:tcW w:w="1534" w:type="dxa"/>
          </w:tcPr>
          <w:p w14:paraId="6948643B" w14:textId="77777777" w:rsidR="00E6610E" w:rsidRDefault="00B25897" w:rsidP="00E6610E">
            <w:r>
              <w:t>Q27</w:t>
            </w:r>
          </w:p>
        </w:tc>
        <w:tc>
          <w:tcPr>
            <w:tcW w:w="1534" w:type="dxa"/>
          </w:tcPr>
          <w:p w14:paraId="6948643C" w14:textId="77777777" w:rsidR="00E6610E" w:rsidRDefault="00E6610E" w:rsidP="00E6610E"/>
        </w:tc>
        <w:tc>
          <w:tcPr>
            <w:tcW w:w="1503" w:type="dxa"/>
          </w:tcPr>
          <w:p w14:paraId="6948643D" w14:textId="6131144B" w:rsidR="00E6610E" w:rsidRDefault="002929B4" w:rsidP="00E6610E">
            <w:r>
              <w:t>Lab Report 3b, 11b</w:t>
            </w:r>
          </w:p>
        </w:tc>
      </w:tr>
      <w:tr w:rsidR="003C6BF5" w14:paraId="69486445" w14:textId="77777777" w:rsidTr="003C6BF5">
        <w:tc>
          <w:tcPr>
            <w:tcW w:w="1476" w:type="dxa"/>
          </w:tcPr>
          <w:p w14:paraId="6948643F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KE8</w:t>
            </w:r>
          </w:p>
        </w:tc>
        <w:tc>
          <w:tcPr>
            <w:tcW w:w="6504" w:type="dxa"/>
          </w:tcPr>
          <w:p w14:paraId="69486440" w14:textId="77777777" w:rsidR="00E6610E" w:rsidRDefault="00152D26" w:rsidP="00E6610E">
            <w:r>
              <w:t>Function of key components of the equipment and instrument and reagents and effects of modifying equipment and instrument variables</w:t>
            </w:r>
          </w:p>
        </w:tc>
        <w:tc>
          <w:tcPr>
            <w:tcW w:w="1441" w:type="dxa"/>
          </w:tcPr>
          <w:p w14:paraId="69486441" w14:textId="77777777" w:rsidR="00E6610E" w:rsidRDefault="00E6610E" w:rsidP="00E6610E"/>
        </w:tc>
        <w:tc>
          <w:tcPr>
            <w:tcW w:w="1534" w:type="dxa"/>
          </w:tcPr>
          <w:p w14:paraId="69486442" w14:textId="77777777" w:rsidR="00E6610E" w:rsidRDefault="00E6610E" w:rsidP="00E6610E"/>
        </w:tc>
        <w:tc>
          <w:tcPr>
            <w:tcW w:w="1534" w:type="dxa"/>
          </w:tcPr>
          <w:p w14:paraId="49DADF2E" w14:textId="77777777" w:rsidR="00E6610E" w:rsidRDefault="00E6610E" w:rsidP="00E6610E">
            <w:r>
              <w:t>Research</w:t>
            </w:r>
          </w:p>
          <w:p w14:paraId="69486443" w14:textId="50804618" w:rsidR="00E6610E" w:rsidRDefault="009F0A16" w:rsidP="00277F1F">
            <w:r>
              <w:t>1.5, 1.7</w:t>
            </w:r>
          </w:p>
        </w:tc>
        <w:tc>
          <w:tcPr>
            <w:tcW w:w="1503" w:type="dxa"/>
          </w:tcPr>
          <w:p w14:paraId="69486444" w14:textId="77777777" w:rsidR="00E6610E" w:rsidRDefault="00E6610E" w:rsidP="00E6610E"/>
        </w:tc>
      </w:tr>
      <w:tr w:rsidR="003C6BF5" w14:paraId="6948644C" w14:textId="77777777" w:rsidTr="003C6BF5">
        <w:tc>
          <w:tcPr>
            <w:tcW w:w="1476" w:type="dxa"/>
          </w:tcPr>
          <w:p w14:paraId="69486446" w14:textId="6CB0C1D9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KE9</w:t>
            </w:r>
          </w:p>
        </w:tc>
        <w:tc>
          <w:tcPr>
            <w:tcW w:w="6504" w:type="dxa"/>
          </w:tcPr>
          <w:p w14:paraId="69486447" w14:textId="77777777" w:rsidR="00E6610E" w:rsidRDefault="00152D26" w:rsidP="00E6610E">
            <w:r>
              <w:t>Common causes of analytical errors</w:t>
            </w:r>
          </w:p>
        </w:tc>
        <w:tc>
          <w:tcPr>
            <w:tcW w:w="1441" w:type="dxa"/>
          </w:tcPr>
          <w:p w14:paraId="69486448" w14:textId="77777777" w:rsidR="00E6610E" w:rsidRDefault="00E6610E" w:rsidP="00E6610E"/>
        </w:tc>
        <w:tc>
          <w:tcPr>
            <w:tcW w:w="1534" w:type="dxa"/>
          </w:tcPr>
          <w:p w14:paraId="69486449" w14:textId="77777777" w:rsidR="00E6610E" w:rsidRDefault="00B25897" w:rsidP="00E6610E">
            <w:r>
              <w:t>Q23</w:t>
            </w:r>
          </w:p>
        </w:tc>
        <w:tc>
          <w:tcPr>
            <w:tcW w:w="1534" w:type="dxa"/>
          </w:tcPr>
          <w:p w14:paraId="7CEBB3A9" w14:textId="77777777" w:rsidR="00E6610E" w:rsidRDefault="00E6610E" w:rsidP="00E6610E">
            <w:r>
              <w:t>Research</w:t>
            </w:r>
          </w:p>
          <w:p w14:paraId="6948644A" w14:textId="4733C3AA" w:rsidR="00E6610E" w:rsidRDefault="00E6610E" w:rsidP="00277F1F">
            <w:r>
              <w:t>1.</w:t>
            </w:r>
            <w:r w:rsidR="00225596">
              <w:t>9</w:t>
            </w:r>
          </w:p>
        </w:tc>
        <w:tc>
          <w:tcPr>
            <w:tcW w:w="1503" w:type="dxa"/>
          </w:tcPr>
          <w:p w14:paraId="6948644B" w14:textId="77777777" w:rsidR="00E6610E" w:rsidRDefault="00E6610E" w:rsidP="00E6610E"/>
        </w:tc>
      </w:tr>
      <w:tr w:rsidR="003C6BF5" w14:paraId="69486453" w14:textId="77777777" w:rsidTr="003C6BF5">
        <w:tc>
          <w:tcPr>
            <w:tcW w:w="1476" w:type="dxa"/>
          </w:tcPr>
          <w:p w14:paraId="6948644D" w14:textId="7958592C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KE10</w:t>
            </w:r>
          </w:p>
        </w:tc>
        <w:tc>
          <w:tcPr>
            <w:tcW w:w="6504" w:type="dxa"/>
          </w:tcPr>
          <w:p w14:paraId="6948644E" w14:textId="77777777" w:rsidR="00E6610E" w:rsidRDefault="00152D26" w:rsidP="00E6610E">
            <w:r>
              <w:t>Calibration requirements and basic equipment and method troubleshooting procedures</w:t>
            </w:r>
          </w:p>
        </w:tc>
        <w:tc>
          <w:tcPr>
            <w:tcW w:w="1441" w:type="dxa"/>
          </w:tcPr>
          <w:p w14:paraId="6948644F" w14:textId="77777777" w:rsidR="00E6610E" w:rsidRDefault="00E6610E" w:rsidP="00E6610E"/>
        </w:tc>
        <w:tc>
          <w:tcPr>
            <w:tcW w:w="1534" w:type="dxa"/>
          </w:tcPr>
          <w:p w14:paraId="69486450" w14:textId="077BC0D5" w:rsidR="00E6610E" w:rsidRDefault="00B25897" w:rsidP="00E6610E">
            <w:r>
              <w:t>Q</w:t>
            </w:r>
            <w:r w:rsidR="00686C49">
              <w:t xml:space="preserve">13, </w:t>
            </w:r>
            <w:r>
              <w:t>26</w:t>
            </w:r>
          </w:p>
        </w:tc>
        <w:tc>
          <w:tcPr>
            <w:tcW w:w="1534" w:type="dxa"/>
          </w:tcPr>
          <w:p w14:paraId="06A044E9" w14:textId="583A5710" w:rsidR="00E6610E" w:rsidRDefault="00035521" w:rsidP="00E6610E">
            <w:r>
              <w:t>Assignment Q12,</w:t>
            </w:r>
            <w:r w:rsidR="00F31067">
              <w:t xml:space="preserve"> 13, </w:t>
            </w:r>
            <w:r>
              <w:t>14</w:t>
            </w:r>
          </w:p>
          <w:p w14:paraId="69486451" w14:textId="092CB120" w:rsidR="00C842C2" w:rsidRDefault="00C842C2" w:rsidP="00E6610E">
            <w:r>
              <w:t>Research 1.</w:t>
            </w:r>
            <w:r w:rsidR="009F0A16">
              <w:t>4</w:t>
            </w:r>
          </w:p>
        </w:tc>
        <w:tc>
          <w:tcPr>
            <w:tcW w:w="1503" w:type="dxa"/>
          </w:tcPr>
          <w:p w14:paraId="69486452" w14:textId="77777777" w:rsidR="00E6610E" w:rsidRDefault="00E6610E" w:rsidP="00E6610E"/>
        </w:tc>
      </w:tr>
      <w:tr w:rsidR="003C6BF5" w14:paraId="6948645A" w14:textId="77777777" w:rsidTr="003C6BF5">
        <w:tc>
          <w:tcPr>
            <w:tcW w:w="1476" w:type="dxa"/>
          </w:tcPr>
          <w:p w14:paraId="69486454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KE11</w:t>
            </w:r>
          </w:p>
        </w:tc>
        <w:tc>
          <w:tcPr>
            <w:tcW w:w="6504" w:type="dxa"/>
          </w:tcPr>
          <w:p w14:paraId="69486455" w14:textId="77777777" w:rsidR="00E6610E" w:rsidRDefault="00152D26" w:rsidP="00E6610E">
            <w:r>
              <w:t>Sample preparation procedures for the tests and/or procedures conducted</w:t>
            </w:r>
          </w:p>
        </w:tc>
        <w:tc>
          <w:tcPr>
            <w:tcW w:w="1441" w:type="dxa"/>
          </w:tcPr>
          <w:p w14:paraId="69486456" w14:textId="77777777" w:rsidR="00E6610E" w:rsidRDefault="00E6610E" w:rsidP="00E6610E"/>
        </w:tc>
        <w:tc>
          <w:tcPr>
            <w:tcW w:w="1534" w:type="dxa"/>
          </w:tcPr>
          <w:p w14:paraId="6ABEDC5E" w14:textId="77777777" w:rsidR="00F63C95" w:rsidRDefault="00F63C95" w:rsidP="00E6610E">
            <w:r>
              <w:t>Q15</w:t>
            </w:r>
          </w:p>
          <w:p w14:paraId="69486457" w14:textId="77777777" w:rsidR="00E6610E" w:rsidRDefault="00B25897" w:rsidP="00E6610E">
            <w:r>
              <w:t>Q25</w:t>
            </w:r>
          </w:p>
        </w:tc>
        <w:tc>
          <w:tcPr>
            <w:tcW w:w="1534" w:type="dxa"/>
          </w:tcPr>
          <w:p w14:paraId="69486458" w14:textId="294315CE" w:rsidR="00E6610E" w:rsidRDefault="00C842C2" w:rsidP="00E6610E">
            <w:r>
              <w:t>Research 1.</w:t>
            </w:r>
            <w:r w:rsidR="009F0A16">
              <w:t>2</w:t>
            </w:r>
          </w:p>
        </w:tc>
        <w:tc>
          <w:tcPr>
            <w:tcW w:w="1503" w:type="dxa"/>
          </w:tcPr>
          <w:p w14:paraId="69486459" w14:textId="7D1E1FC0" w:rsidR="00E6610E" w:rsidRDefault="002929B4" w:rsidP="00E6610E">
            <w:r>
              <w:t>C10</w:t>
            </w:r>
          </w:p>
        </w:tc>
      </w:tr>
      <w:tr w:rsidR="003C6BF5" w14:paraId="69486461" w14:textId="77777777" w:rsidTr="003C6BF5">
        <w:tc>
          <w:tcPr>
            <w:tcW w:w="1476" w:type="dxa"/>
          </w:tcPr>
          <w:p w14:paraId="6948645B" w14:textId="3718E428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KE12</w:t>
            </w:r>
          </w:p>
        </w:tc>
        <w:tc>
          <w:tcPr>
            <w:tcW w:w="6504" w:type="dxa"/>
          </w:tcPr>
          <w:p w14:paraId="6948645C" w14:textId="77777777" w:rsidR="00E6610E" w:rsidRDefault="00152D26" w:rsidP="00E6610E">
            <w:r>
              <w:t>Traceability requirements</w:t>
            </w:r>
          </w:p>
        </w:tc>
        <w:tc>
          <w:tcPr>
            <w:tcW w:w="1441" w:type="dxa"/>
          </w:tcPr>
          <w:p w14:paraId="6948645D" w14:textId="77777777" w:rsidR="00E6610E" w:rsidRDefault="00E6610E" w:rsidP="00E6610E"/>
        </w:tc>
        <w:tc>
          <w:tcPr>
            <w:tcW w:w="1534" w:type="dxa"/>
          </w:tcPr>
          <w:p w14:paraId="6948645E" w14:textId="77777777" w:rsidR="00E6610E" w:rsidRDefault="00B25897" w:rsidP="00E6610E">
            <w:r>
              <w:t>Q27</w:t>
            </w:r>
          </w:p>
        </w:tc>
        <w:tc>
          <w:tcPr>
            <w:tcW w:w="1534" w:type="dxa"/>
          </w:tcPr>
          <w:p w14:paraId="6948645F" w14:textId="77777777" w:rsidR="00E6610E" w:rsidRDefault="00E6610E" w:rsidP="00E6610E"/>
        </w:tc>
        <w:tc>
          <w:tcPr>
            <w:tcW w:w="1503" w:type="dxa"/>
          </w:tcPr>
          <w:p w14:paraId="69486460" w14:textId="3C82E3E8" w:rsidR="00E6610E" w:rsidRDefault="002929B4" w:rsidP="00E6610E">
            <w:r>
              <w:t>Lab Report 3b, 11b</w:t>
            </w:r>
          </w:p>
        </w:tc>
      </w:tr>
      <w:tr w:rsidR="003C6BF5" w14:paraId="69486468" w14:textId="77777777" w:rsidTr="003C6BF5">
        <w:tc>
          <w:tcPr>
            <w:tcW w:w="1476" w:type="dxa"/>
          </w:tcPr>
          <w:p w14:paraId="69486462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KE13</w:t>
            </w:r>
          </w:p>
        </w:tc>
        <w:tc>
          <w:tcPr>
            <w:tcW w:w="6504" w:type="dxa"/>
          </w:tcPr>
          <w:p w14:paraId="69486463" w14:textId="77777777" w:rsidR="00E6610E" w:rsidRDefault="00152D26" w:rsidP="00E6610E">
            <w:r>
              <w:t>Awareness of environmental sustainability issues as they relate to the work task</w:t>
            </w:r>
          </w:p>
        </w:tc>
        <w:tc>
          <w:tcPr>
            <w:tcW w:w="1441" w:type="dxa"/>
          </w:tcPr>
          <w:p w14:paraId="69486464" w14:textId="77777777" w:rsidR="00E6610E" w:rsidRDefault="00E6610E" w:rsidP="00E6610E"/>
        </w:tc>
        <w:tc>
          <w:tcPr>
            <w:tcW w:w="1534" w:type="dxa"/>
          </w:tcPr>
          <w:p w14:paraId="69486465" w14:textId="6A708F50" w:rsidR="00E6610E" w:rsidRDefault="00D75956" w:rsidP="00E6610E">
            <w:r>
              <w:t xml:space="preserve">Q24, </w:t>
            </w:r>
            <w:r w:rsidR="00B25897">
              <w:t>2</w:t>
            </w:r>
            <w:r w:rsidR="00FB7A8E">
              <w:t>9</w:t>
            </w:r>
          </w:p>
        </w:tc>
        <w:tc>
          <w:tcPr>
            <w:tcW w:w="1534" w:type="dxa"/>
          </w:tcPr>
          <w:p w14:paraId="69486466" w14:textId="340681DB" w:rsidR="00E6610E" w:rsidRDefault="004F3BC6" w:rsidP="00E6610E">
            <w:r>
              <w:t>Assignment  Q23</w:t>
            </w:r>
          </w:p>
        </w:tc>
        <w:tc>
          <w:tcPr>
            <w:tcW w:w="1503" w:type="dxa"/>
          </w:tcPr>
          <w:p w14:paraId="69486467" w14:textId="05BE5E6D" w:rsidR="00E6610E" w:rsidRDefault="002929B4" w:rsidP="00E6610E">
            <w:r>
              <w:t>Lab Report 14</w:t>
            </w:r>
          </w:p>
        </w:tc>
      </w:tr>
      <w:tr w:rsidR="003C6BF5" w14:paraId="6948646F" w14:textId="77777777" w:rsidTr="003C6BF5">
        <w:tc>
          <w:tcPr>
            <w:tcW w:w="1476" w:type="dxa"/>
          </w:tcPr>
          <w:p w14:paraId="69486469" w14:textId="77777777" w:rsidR="00E6610E" w:rsidRPr="00E773E6" w:rsidRDefault="00152D26" w:rsidP="00E6610E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KE14</w:t>
            </w:r>
          </w:p>
        </w:tc>
        <w:tc>
          <w:tcPr>
            <w:tcW w:w="6504" w:type="dxa"/>
          </w:tcPr>
          <w:p w14:paraId="6948646A" w14:textId="77777777" w:rsidR="00E6610E" w:rsidRDefault="00152D26" w:rsidP="00E6610E">
            <w:r>
              <w:t>Legal, ethical and work health and safety (WHS) requirements specific to the work task.</w:t>
            </w:r>
          </w:p>
        </w:tc>
        <w:tc>
          <w:tcPr>
            <w:tcW w:w="1441" w:type="dxa"/>
          </w:tcPr>
          <w:p w14:paraId="6948646B" w14:textId="77777777" w:rsidR="00E6610E" w:rsidRDefault="00E6610E" w:rsidP="00E6610E"/>
        </w:tc>
        <w:tc>
          <w:tcPr>
            <w:tcW w:w="1534" w:type="dxa"/>
          </w:tcPr>
          <w:p w14:paraId="6948646C" w14:textId="6ABB4F56" w:rsidR="00E6610E" w:rsidRDefault="00FB7A8E" w:rsidP="00E6610E">
            <w:r>
              <w:t>Q28</w:t>
            </w:r>
          </w:p>
        </w:tc>
        <w:tc>
          <w:tcPr>
            <w:tcW w:w="1534" w:type="dxa"/>
          </w:tcPr>
          <w:p w14:paraId="6948646D" w14:textId="63060421" w:rsidR="00C842C2" w:rsidRDefault="00C842C2" w:rsidP="00C842C2">
            <w:r>
              <w:t xml:space="preserve">Assignment Q27, Q28, </w:t>
            </w:r>
          </w:p>
        </w:tc>
        <w:tc>
          <w:tcPr>
            <w:tcW w:w="1503" w:type="dxa"/>
          </w:tcPr>
          <w:p w14:paraId="6948646E" w14:textId="76F8A6FD" w:rsidR="00E6610E" w:rsidRDefault="00E6610E" w:rsidP="00E6610E"/>
        </w:tc>
      </w:tr>
    </w:tbl>
    <w:p w14:paraId="69486470" w14:textId="6F4A948A" w:rsidR="00E6610E" w:rsidRDefault="00152D2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9486471" w14:textId="77777777" w:rsidR="00E6610E" w:rsidRPr="00846354" w:rsidRDefault="00152D26" w:rsidP="00E6610E">
      <w:pPr>
        <w:pStyle w:val="Heading2"/>
      </w:pPr>
      <w:r w:rsidRPr="00846354">
        <w:lastRenderedPageBreak/>
        <w:t>Assessment conditions</w:t>
      </w:r>
    </w:p>
    <w:p w14:paraId="69486472" w14:textId="6836C2D6" w:rsidR="00E6610E" w:rsidRDefault="00152D26" w:rsidP="00E6610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225596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236B9D">
        <w:t>Assessment conditions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conditions"/>
        <w:tblDescription w:val="Assessment conditions"/>
      </w:tblPr>
      <w:tblGrid>
        <w:gridCol w:w="1486"/>
        <w:gridCol w:w="12506"/>
      </w:tblGrid>
      <w:tr w:rsidR="003C6BF5" w14:paraId="69486475" w14:textId="77777777" w:rsidTr="004AD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86" w:type="dxa"/>
          </w:tcPr>
          <w:p w14:paraId="69486473" w14:textId="77777777" w:rsidR="00E6610E" w:rsidRDefault="00152D26" w:rsidP="00E6610E">
            <w:r>
              <w:t>Assessment conditions</w:t>
            </w:r>
          </w:p>
        </w:tc>
        <w:tc>
          <w:tcPr>
            <w:tcW w:w="12506" w:type="dxa"/>
          </w:tcPr>
          <w:p w14:paraId="69486474" w14:textId="77777777" w:rsidR="00E6610E" w:rsidRDefault="00152D26" w:rsidP="00E6610E">
            <w:r>
              <w:t>Description</w:t>
            </w:r>
          </w:p>
        </w:tc>
      </w:tr>
      <w:tr w:rsidR="003C6BF5" w14:paraId="6948647E" w14:textId="77777777" w:rsidTr="004ADC93">
        <w:trPr>
          <w:cantSplit w:val="0"/>
        </w:trPr>
        <w:tc>
          <w:tcPr>
            <w:tcW w:w="1486" w:type="dxa"/>
          </w:tcPr>
          <w:p w14:paraId="69486476" w14:textId="77777777" w:rsidR="00E6610E" w:rsidRPr="00E773E6" w:rsidRDefault="00E6610E" w:rsidP="00E6610E">
            <w:pPr>
              <w:rPr>
                <w:sz w:val="22"/>
                <w:szCs w:val="22"/>
              </w:rPr>
            </w:pPr>
          </w:p>
        </w:tc>
        <w:tc>
          <w:tcPr>
            <w:tcW w:w="12506" w:type="dxa"/>
          </w:tcPr>
          <w:p w14:paraId="69486477" w14:textId="77777777" w:rsidR="00E6610E" w:rsidRDefault="00152D26" w:rsidP="00E6610E">
            <w:r>
              <w:t xml:space="preserve">Skills must have been demonstrated in the workplace or in a simulated </w:t>
            </w:r>
            <w:proofErr w:type="gramStart"/>
            <w:r>
              <w:t>environment</w:t>
            </w:r>
            <w:proofErr w:type="gramEnd"/>
            <w:r>
              <w:t xml:space="preserve"> that reflects workplace conditions and contingencies. The following conditions must be met for this unit:</w:t>
            </w:r>
          </w:p>
          <w:p w14:paraId="69486478" w14:textId="77777777" w:rsidR="00E6610E" w:rsidRDefault="004ADC93" w:rsidP="004ADC93">
            <w:pPr>
              <w:pStyle w:val="ListParagraph"/>
              <w:numPr>
                <w:ilvl w:val="0"/>
                <w:numId w:val="1"/>
              </w:numPr>
              <w:rPr>
                <w:szCs w:val="24"/>
              </w:rPr>
            </w:pPr>
            <w:r>
              <w:t>use of suitable facilities, equipment and resources, including:</w:t>
            </w:r>
          </w:p>
          <w:p w14:paraId="69486479" w14:textId="77777777" w:rsidR="00E6610E" w:rsidRDefault="004ADC93" w:rsidP="004ADC93">
            <w:pPr>
              <w:pStyle w:val="ListParagraph"/>
              <w:numPr>
                <w:ilvl w:val="0"/>
                <w:numId w:val="1"/>
              </w:numPr>
              <w:rPr>
                <w:szCs w:val="24"/>
              </w:rPr>
            </w:pPr>
            <w:r>
              <w:t>a standard laboratory equipped with appropriate sample preparation and test equipment, instruments, standards and reagents</w:t>
            </w:r>
          </w:p>
          <w:p w14:paraId="6948647A" w14:textId="77777777" w:rsidR="00E6610E" w:rsidRDefault="004ADC93" w:rsidP="004ADC93">
            <w:pPr>
              <w:pStyle w:val="ListParagraph"/>
              <w:numPr>
                <w:ilvl w:val="0"/>
                <w:numId w:val="1"/>
              </w:numPr>
              <w:rPr>
                <w:szCs w:val="24"/>
              </w:rPr>
            </w:pPr>
            <w:r>
              <w:t>workplace procedures and standard methods</w:t>
            </w:r>
          </w:p>
          <w:p w14:paraId="6948647B" w14:textId="77777777" w:rsidR="00E6610E" w:rsidRDefault="004ADC93" w:rsidP="004ADC93">
            <w:pPr>
              <w:pStyle w:val="ListParagraph"/>
              <w:numPr>
                <w:ilvl w:val="0"/>
                <w:numId w:val="1"/>
              </w:numPr>
              <w:rPr>
                <w:szCs w:val="24"/>
              </w:rPr>
            </w:pPr>
            <w:proofErr w:type="gramStart"/>
            <w:r>
              <w:t>records</w:t>
            </w:r>
            <w:proofErr w:type="gramEnd"/>
            <w:r>
              <w:t>, including test and calibration results; equipment use, maintenance and servicing history, and faulty or unsafe equipment.</w:t>
            </w:r>
          </w:p>
          <w:p w14:paraId="6948647C" w14:textId="77777777" w:rsidR="00E6610E" w:rsidRDefault="00152D26" w:rsidP="00E6610E">
            <w:r>
              <w:t>Assessors must satisfy the NVR/AQTF mandatory competency requirements for assessors.</w:t>
            </w:r>
          </w:p>
          <w:p w14:paraId="6948647D" w14:textId="77777777" w:rsidR="00E6610E" w:rsidRDefault="00E6610E" w:rsidP="00E6610E"/>
        </w:tc>
      </w:tr>
    </w:tbl>
    <w:p w14:paraId="6948647F" w14:textId="77777777" w:rsidR="00E6610E" w:rsidRPr="007079E0" w:rsidRDefault="00E6610E" w:rsidP="00E6610E">
      <w:pPr>
        <w:rPr>
          <w:lang w:eastAsia="en-AU"/>
        </w:rPr>
      </w:pPr>
    </w:p>
    <w:sectPr w:rsidR="00E6610E" w:rsidRPr="007079E0" w:rsidSect="00E661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86482" w14:textId="77777777" w:rsidR="00EA5D19" w:rsidRDefault="00EA5D19">
      <w:pPr>
        <w:spacing w:before="0" w:after="0" w:line="240" w:lineRule="auto"/>
      </w:pPr>
      <w:r>
        <w:separator/>
      </w:r>
    </w:p>
  </w:endnote>
  <w:endnote w:type="continuationSeparator" w:id="0">
    <w:p w14:paraId="69486483" w14:textId="77777777" w:rsidR="00EA5D19" w:rsidRDefault="00EA5D1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86487" w14:textId="77777777" w:rsidR="00EA5D19" w:rsidRPr="004820C4" w:rsidRDefault="00EA5D19" w:rsidP="00E6610E">
    <w:pPr>
      <w:pStyle w:val="Footer-DocumentTitleLeft"/>
    </w:pPr>
  </w:p>
  <w:p w14:paraId="69486488" w14:textId="77777777" w:rsidR="00EA5D19" w:rsidRDefault="00EA5D19" w:rsidP="00E6610E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9486489" w14:textId="77777777" w:rsidR="00EA5D19" w:rsidRPr="0006452B" w:rsidRDefault="00EA5D19" w:rsidP="00E6610E"/>
  <w:p w14:paraId="6948648A" w14:textId="77777777" w:rsidR="00EA5D19" w:rsidRDefault="00EA5D19" w:rsidP="00E661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8648B" w14:textId="002BFDFA" w:rsidR="00EA5D19" w:rsidRDefault="00EA5D19" w:rsidP="00E6610E">
    <w:pPr>
      <w:pStyle w:val="Bodyfooter"/>
      <w:rPr>
        <w:noProof/>
      </w:rPr>
    </w:pPr>
    <w:r w:rsidRPr="008D467A">
      <w:t>D</w:t>
    </w:r>
    <w:r>
      <w:t xml:space="preserve">ocument title: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6507A6">
      <w:rPr>
        <w:noProof/>
      </w:rPr>
      <w:t>MSL974019_Map_ST</w:t>
    </w:r>
    <w:r>
      <w:rPr>
        <w:noProof/>
      </w:rPr>
      <w:fldChar w:fldCharType="end"/>
    </w:r>
    <w:r>
      <w:t xml:space="preserve"> </w:t>
    </w:r>
    <w:r>
      <w:tab/>
      <w:t>RTO NBR:  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6507A6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507A6">
      <w:rPr>
        <w:noProof/>
      </w:rPr>
      <w:t>14</w:t>
    </w:r>
    <w:r>
      <w:rPr>
        <w:noProof/>
      </w:rPr>
      <w:fldChar w:fldCharType="end"/>
    </w:r>
  </w:p>
  <w:p w14:paraId="6948648C" w14:textId="73DE145E" w:rsidR="00EA5D19" w:rsidRDefault="00EA5D19" w:rsidP="00E6610E">
    <w:pPr>
      <w:pStyle w:val="Bodyfooter"/>
      <w:rPr>
        <w:noProof/>
      </w:rPr>
    </w:pPr>
    <w:r>
      <w:rPr>
        <w:noProof/>
      </w:rPr>
      <w:t>Resource ID: MRS_18_07_MSL974019_Map_ST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8648F" w14:textId="2B1DF06D" w:rsidR="00EA5D19" w:rsidRPr="008D467A" w:rsidRDefault="00EA5D19" w:rsidP="00E6610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25596">
      <w:rPr>
        <w:noProof/>
      </w:rPr>
      <w:t>14</w:t>
    </w:r>
    <w:r>
      <w:rPr>
        <w:noProof/>
      </w:rPr>
      <w:fldChar w:fldCharType="end"/>
    </w:r>
  </w:p>
  <w:p w14:paraId="69486490" w14:textId="77777777" w:rsidR="00EA5D19" w:rsidRPr="008948B1" w:rsidRDefault="00EA5D19" w:rsidP="00E6610E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9486491" w14:textId="77777777" w:rsidR="00EA5D19" w:rsidRPr="00AA3155" w:rsidRDefault="00EA5D19" w:rsidP="00E6610E">
    <w:pPr>
      <w:pStyle w:val="Footer"/>
    </w:pPr>
  </w:p>
  <w:p w14:paraId="69486492" w14:textId="77777777" w:rsidR="00EA5D19" w:rsidRDefault="00EA5D19" w:rsidP="00E661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86480" w14:textId="77777777" w:rsidR="00EA5D19" w:rsidRDefault="00EA5D19">
      <w:pPr>
        <w:spacing w:before="0" w:after="0" w:line="240" w:lineRule="auto"/>
      </w:pPr>
      <w:r>
        <w:separator/>
      </w:r>
    </w:p>
  </w:footnote>
  <w:footnote w:type="continuationSeparator" w:id="0">
    <w:p w14:paraId="69486481" w14:textId="77777777" w:rsidR="00EA5D19" w:rsidRDefault="00EA5D1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86484" w14:textId="77777777" w:rsidR="00EA5D19" w:rsidRDefault="00EA5D19" w:rsidP="00E6610E"/>
  <w:p w14:paraId="69486485" w14:textId="77777777" w:rsidR="00EA5D19" w:rsidRDefault="00EA5D19" w:rsidP="00E661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86486" w14:textId="77777777" w:rsidR="00EA5D19" w:rsidRDefault="00EA5D19" w:rsidP="00E6610E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9486493" wp14:editId="69486494">
          <wp:extent cx="1591359" cy="397840"/>
          <wp:effectExtent l="0" t="0" r="0" b="2540"/>
          <wp:docPr id="27" name="Picture 27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8648D" w14:textId="77777777" w:rsidR="00EA5D19" w:rsidRDefault="00EA5D19" w:rsidP="00E6610E">
    <w:pPr>
      <w:pStyle w:val="Header"/>
    </w:pPr>
  </w:p>
  <w:p w14:paraId="6948648E" w14:textId="77777777" w:rsidR="00EA5D19" w:rsidRDefault="00EA5D19" w:rsidP="00E661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7C2"/>
    <w:multiLevelType w:val="hybridMultilevel"/>
    <w:tmpl w:val="33EC4CC8"/>
    <w:lvl w:ilvl="0" w:tplc="FC2A90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8E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127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C82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E03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484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98B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27C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264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B509D"/>
    <w:multiLevelType w:val="hybridMultilevel"/>
    <w:tmpl w:val="C7D6E560"/>
    <w:lvl w:ilvl="0" w:tplc="FCFCDEF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67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8E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45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0C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601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25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26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A85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5FA"/>
    <w:multiLevelType w:val="hybridMultilevel"/>
    <w:tmpl w:val="F2DA347E"/>
    <w:lvl w:ilvl="0" w:tplc="A23EA40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D3C6DB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0B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569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FCC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A80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8F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84E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C24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4" w15:restartNumberingAfterBreak="0">
    <w:nsid w:val="33AD3DEC"/>
    <w:multiLevelType w:val="hybridMultilevel"/>
    <w:tmpl w:val="37A0660C"/>
    <w:lvl w:ilvl="0" w:tplc="F2D8FA3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532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4C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A62C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3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84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69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1EE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EB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A0D66"/>
    <w:multiLevelType w:val="hybridMultilevel"/>
    <w:tmpl w:val="6DACDA92"/>
    <w:lvl w:ilvl="0" w:tplc="FA4CB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9A67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008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342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8C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45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6F0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658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2A2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B1A59"/>
    <w:multiLevelType w:val="multilevel"/>
    <w:tmpl w:val="719B1A59"/>
    <w:lvl w:ilvl="0">
      <w:start w:val="1"/>
      <w:numFmt w:val="decimal"/>
      <w:lvlText w:val="FS1."/>
      <w:lvlJc w:val="left"/>
      <w:pPr>
        <w:tabs>
          <w:tab w:val="num" w:pos="600"/>
        </w:tabs>
        <w:ind w:left="600" w:hanging="60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9B1A5A"/>
    <w:multiLevelType w:val="multilevel"/>
    <w:tmpl w:val="719B1A5A"/>
    <w:lvl w:ilvl="0">
      <w:start w:val="2"/>
      <w:numFmt w:val="decimal"/>
      <w:lvlText w:val="FS2."/>
      <w:lvlJc w:val="left"/>
      <w:pPr>
        <w:tabs>
          <w:tab w:val="num" w:pos="600"/>
        </w:tabs>
        <w:ind w:left="600" w:hanging="60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9B1A5B"/>
    <w:multiLevelType w:val="hybridMultilevel"/>
    <w:tmpl w:val="719B1A5B"/>
    <w:lvl w:ilvl="0" w:tplc="5B2038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9CD2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7CC71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8C253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BF6EA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BC041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7C48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E5876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D1892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719B1A5C"/>
    <w:multiLevelType w:val="hybridMultilevel"/>
    <w:tmpl w:val="719B1A5C"/>
    <w:lvl w:ilvl="0" w:tplc="B2BC5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19A8F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4AEC2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AADC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8268B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7006E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D7EBD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56C1A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45EB5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719B1A5D"/>
    <w:multiLevelType w:val="hybridMultilevel"/>
    <w:tmpl w:val="719B1A5D"/>
    <w:lvl w:ilvl="0" w:tplc="F70C1E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0F4B9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BF0B5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DBEB2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5AAF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8455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6E88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D4F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A96F6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719B1A5E"/>
    <w:multiLevelType w:val="hybridMultilevel"/>
    <w:tmpl w:val="719B1A5E"/>
    <w:lvl w:ilvl="0" w:tplc="24481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F327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6C14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3D2E5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96E0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6A230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26A70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0D431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DE228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719B1A5F"/>
    <w:multiLevelType w:val="hybridMultilevel"/>
    <w:tmpl w:val="719B1A5F"/>
    <w:lvl w:ilvl="0" w:tplc="05E232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DF2C8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DEE8D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D0E29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6A4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17A61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FEE4A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580B8B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6F2D6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719B1A60"/>
    <w:multiLevelType w:val="hybridMultilevel"/>
    <w:tmpl w:val="719B1A60"/>
    <w:lvl w:ilvl="0" w:tplc="C3284A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D282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78F1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9EF6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C64BA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B5811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C7090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4F6B4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DB0A3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719B1A61"/>
    <w:multiLevelType w:val="hybridMultilevel"/>
    <w:tmpl w:val="719B1A61"/>
    <w:lvl w:ilvl="0" w:tplc="35D45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738D5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2004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C48A3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ABACA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85AAB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E4A92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BFE1D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78D5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719B1A62"/>
    <w:multiLevelType w:val="hybridMultilevel"/>
    <w:tmpl w:val="719B1A62"/>
    <w:lvl w:ilvl="0" w:tplc="3934D6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BDA58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75AF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9F28E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0CAF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CAC9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42ABF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668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C5C99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719B1A63"/>
    <w:multiLevelType w:val="hybridMultilevel"/>
    <w:tmpl w:val="719B1A63"/>
    <w:lvl w:ilvl="0" w:tplc="431AAA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0DE0C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C627F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A3AC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BC0FB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21809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EB2AA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FCC08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568B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719B1A64"/>
    <w:multiLevelType w:val="hybridMultilevel"/>
    <w:tmpl w:val="719B1A64"/>
    <w:lvl w:ilvl="0" w:tplc="2F6A7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330A8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82E4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0AB0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3D663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3FE82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8CA9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3481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8001F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719B1A65"/>
    <w:multiLevelType w:val="hybridMultilevel"/>
    <w:tmpl w:val="719B1A65"/>
    <w:lvl w:ilvl="0" w:tplc="938A84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21CBA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FB660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6464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11028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44274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12066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01620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E2238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719B1A66"/>
    <w:multiLevelType w:val="hybridMultilevel"/>
    <w:tmpl w:val="719B1A66"/>
    <w:lvl w:ilvl="0" w:tplc="51D27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DCE33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E8C8D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83E2C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8CF8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97AEC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66ECC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C0E46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45AFD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719B1A67"/>
    <w:multiLevelType w:val="hybridMultilevel"/>
    <w:tmpl w:val="719B1A67"/>
    <w:lvl w:ilvl="0" w:tplc="CDFA9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68FD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AC80B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50609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E2CD3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78C32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E441E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B0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B081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19B1A68"/>
    <w:multiLevelType w:val="hybridMultilevel"/>
    <w:tmpl w:val="719B1A68"/>
    <w:lvl w:ilvl="0" w:tplc="116804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68FB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CF672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4AAD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168C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908E7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F58C3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AC86F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DAEE0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19B1A69"/>
    <w:multiLevelType w:val="hybridMultilevel"/>
    <w:tmpl w:val="719B1A69"/>
    <w:lvl w:ilvl="0" w:tplc="60064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280E0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EC0B4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426F6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24466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0B07B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4423D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0000B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B8ECC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719B1A6A"/>
    <w:multiLevelType w:val="hybridMultilevel"/>
    <w:tmpl w:val="719B1A6A"/>
    <w:lvl w:ilvl="0" w:tplc="AA60A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FCC8A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850C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E66D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D21A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B638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4E55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FAED1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29C35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719B1A6B"/>
    <w:multiLevelType w:val="hybridMultilevel"/>
    <w:tmpl w:val="719B1A6B"/>
    <w:lvl w:ilvl="0" w:tplc="09F424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FFC6B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B228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C52E3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4010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F40B0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92C8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F8AA3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3EABC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19B1A6C"/>
    <w:multiLevelType w:val="hybridMultilevel"/>
    <w:tmpl w:val="719B1A6C"/>
    <w:lvl w:ilvl="0" w:tplc="FFCCB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6BE11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7675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67CAD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338C2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B24A9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D1E46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61A20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55844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19B1A6D"/>
    <w:multiLevelType w:val="hybridMultilevel"/>
    <w:tmpl w:val="719B1A6D"/>
    <w:lvl w:ilvl="0" w:tplc="EBD4AB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0326F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5AA3E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0DA33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C4BC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5542B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C6437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C88A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CC49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719B1A6E"/>
    <w:multiLevelType w:val="hybridMultilevel"/>
    <w:tmpl w:val="719B1A6E"/>
    <w:lvl w:ilvl="0" w:tplc="7DB4E3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226BC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DAA2D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3CDC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5E6EA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2909B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52EF1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EB636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0E3F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19B1A6F"/>
    <w:multiLevelType w:val="hybridMultilevel"/>
    <w:tmpl w:val="719B1A6F"/>
    <w:lvl w:ilvl="0" w:tplc="631E0E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70A8A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C4AD8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BECD7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9ECDB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1DE94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C25C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824D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FC81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19B1A70"/>
    <w:multiLevelType w:val="hybridMultilevel"/>
    <w:tmpl w:val="719B1A70"/>
    <w:lvl w:ilvl="0" w:tplc="2040C0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108A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6F0ED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2AC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F3E71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24DF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2683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9ECC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3E3E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2MTQyMjE2MDQytzRU0lEKTi0uzszPAykwrgUAIjTlPywAAAA="/>
  </w:docVars>
  <w:rsids>
    <w:rsidRoot w:val="003C6BF5"/>
    <w:rsid w:val="00006522"/>
    <w:rsid w:val="00035521"/>
    <w:rsid w:val="000B7D66"/>
    <w:rsid w:val="000C64D8"/>
    <w:rsid w:val="000F762E"/>
    <w:rsid w:val="00152D26"/>
    <w:rsid w:val="00162DF8"/>
    <w:rsid w:val="001872AE"/>
    <w:rsid w:val="00225596"/>
    <w:rsid w:val="00277F1F"/>
    <w:rsid w:val="0028337D"/>
    <w:rsid w:val="00284DBD"/>
    <w:rsid w:val="002929B4"/>
    <w:rsid w:val="003700BE"/>
    <w:rsid w:val="003C6BF5"/>
    <w:rsid w:val="00416BB5"/>
    <w:rsid w:val="0043739E"/>
    <w:rsid w:val="004ADC93"/>
    <w:rsid w:val="004F3BC6"/>
    <w:rsid w:val="00517C3B"/>
    <w:rsid w:val="00527656"/>
    <w:rsid w:val="005306D3"/>
    <w:rsid w:val="005A6082"/>
    <w:rsid w:val="00637A6B"/>
    <w:rsid w:val="006507A6"/>
    <w:rsid w:val="00686C49"/>
    <w:rsid w:val="006B4895"/>
    <w:rsid w:val="00741C7D"/>
    <w:rsid w:val="00793F56"/>
    <w:rsid w:val="007A3249"/>
    <w:rsid w:val="007C4325"/>
    <w:rsid w:val="0085210C"/>
    <w:rsid w:val="008806C7"/>
    <w:rsid w:val="00890FDF"/>
    <w:rsid w:val="008C39B3"/>
    <w:rsid w:val="00913381"/>
    <w:rsid w:val="009C2E44"/>
    <w:rsid w:val="009E6725"/>
    <w:rsid w:val="009F0A16"/>
    <w:rsid w:val="00A61C43"/>
    <w:rsid w:val="00A71BC5"/>
    <w:rsid w:val="00B25897"/>
    <w:rsid w:val="00B505DD"/>
    <w:rsid w:val="00BD2EA5"/>
    <w:rsid w:val="00C33C62"/>
    <w:rsid w:val="00C5331D"/>
    <w:rsid w:val="00C842C2"/>
    <w:rsid w:val="00C84AEC"/>
    <w:rsid w:val="00C85AED"/>
    <w:rsid w:val="00D14C04"/>
    <w:rsid w:val="00D67EB5"/>
    <w:rsid w:val="00D75956"/>
    <w:rsid w:val="00DC02F5"/>
    <w:rsid w:val="00DE01A3"/>
    <w:rsid w:val="00E54FDC"/>
    <w:rsid w:val="00E6610E"/>
    <w:rsid w:val="00EA5D19"/>
    <w:rsid w:val="00EE25BD"/>
    <w:rsid w:val="00F21D02"/>
    <w:rsid w:val="00F31067"/>
    <w:rsid w:val="00F55CA3"/>
    <w:rsid w:val="00F63C95"/>
    <w:rsid w:val="00F85394"/>
    <w:rsid w:val="00F905F1"/>
    <w:rsid w:val="00FB7A8E"/>
    <w:rsid w:val="00FC2E9D"/>
    <w:rsid w:val="00FD125D"/>
    <w:rsid w:val="00FE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86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B713C9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B713C9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B713C9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B713C9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6D10F0"/>
    <w:pPr>
      <w:ind w:right="-32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B713C9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3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2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DF74CD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0C77E6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4"/>
      </w:numPr>
    </w:pPr>
  </w:style>
  <w:style w:type="paragraph" w:customStyle="1" w:styleId="Bodyfooter">
    <w:name w:val="Body footer"/>
    <w:basedOn w:val="Normal"/>
    <w:autoRedefine/>
    <w:qFormat/>
    <w:rsid w:val="00BA4A4F"/>
    <w:pPr>
      <w:tabs>
        <w:tab w:val="center" w:pos="6804"/>
        <w:tab w:val="right" w:pos="13892"/>
      </w:tabs>
      <w:spacing w:line="220" w:lineRule="exact"/>
      <w:ind w:left="-426" w:right="-717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0C77E6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5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5D46C8"/>
    <w:pPr>
      <w:textboxTightWrap w:val="allLines"/>
    </w:pPr>
    <w:rPr>
      <w:rFonts w:eastAsiaTheme="minorEastAsia"/>
      <w:b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5D46C8"/>
    <w:rPr>
      <w:rFonts w:eastAsiaTheme="minorEastAsia" w:cstheme="minorHAnsi"/>
      <w:b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1D58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y18\Downloads\simple_word_landscape_final%20v4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09469-8EF7-4037-9DE0-656249AFBB87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C3EF69D-DC84-4AFC-B17C-1D750339C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237BEC-218F-436E-B47A-577DF7BB38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54B43-64A9-4C10-B8CC-615307464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simple_word_landscape_final v4</Template>
  <TotalTime>0</TotalTime>
  <Pages>14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Code_MapST_20180913</vt:lpstr>
    </vt:vector>
  </TitlesOfParts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Code_MapST_20180913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2019-10-18T00:51:00Z</dcterms:created>
  <dcterms:modified xsi:type="dcterms:W3CDTF">2019-11-18T23:25:00Z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